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4D8C7" w14:textId="77777777" w:rsidR="00B4539B" w:rsidRPr="00B4539B" w:rsidRDefault="00B4539B" w:rsidP="00B4539B">
      <w:pPr>
        <w:spacing w:line="240" w:lineRule="auto"/>
        <w:rPr>
          <w:rFonts w:ascii="Arial" w:hAnsi="Arial" w:cs="Arial"/>
        </w:rPr>
      </w:pPr>
    </w:p>
    <w:p w14:paraId="60BA7877" w14:textId="3E2FA2C9" w:rsidR="00EC45EE" w:rsidRPr="00124327" w:rsidRDefault="00EC45EE" w:rsidP="00B4539B">
      <w:pPr>
        <w:spacing w:line="240" w:lineRule="auto"/>
        <w:jc w:val="center"/>
        <w:rPr>
          <w:rFonts w:ascii="Calibri" w:hAnsi="Calibri" w:cs="Calibri"/>
          <w:b/>
          <w:u w:val="single"/>
        </w:rPr>
      </w:pPr>
      <w:r w:rsidRPr="00124327">
        <w:rPr>
          <w:rFonts w:ascii="Calibri" w:hAnsi="Calibri" w:cs="Calibri"/>
          <w:b/>
          <w:u w:val="single"/>
        </w:rPr>
        <w:t>PART 3 – SCHEDULE OF SPONSORSHIP</w:t>
      </w:r>
    </w:p>
    <w:p w14:paraId="2E69A3C6" w14:textId="420A6FE7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tbl>
      <w:tblPr>
        <w:tblW w:w="14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349"/>
        <w:gridCol w:w="3780"/>
        <w:gridCol w:w="1350"/>
        <w:gridCol w:w="1260"/>
        <w:gridCol w:w="1080"/>
        <w:gridCol w:w="2070"/>
        <w:gridCol w:w="1800"/>
      </w:tblGrid>
      <w:tr w:rsidR="00D610D7" w:rsidRPr="00281128" w14:paraId="1C937FAB" w14:textId="4772AFBF" w:rsidTr="000D1543">
        <w:trPr>
          <w:trHeight w:val="543"/>
        </w:trPr>
        <w:tc>
          <w:tcPr>
            <w:tcW w:w="526" w:type="dxa"/>
            <w:shd w:val="clear" w:color="auto" w:fill="D9D9D9"/>
          </w:tcPr>
          <w:p w14:paraId="08BEB87A" w14:textId="77777777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S/N</w:t>
            </w:r>
          </w:p>
        </w:tc>
        <w:tc>
          <w:tcPr>
            <w:tcW w:w="2349" w:type="dxa"/>
            <w:shd w:val="clear" w:color="auto" w:fill="D9D9D9"/>
          </w:tcPr>
          <w:p w14:paraId="17B7D4FF" w14:textId="77777777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Item Description</w:t>
            </w:r>
          </w:p>
        </w:tc>
        <w:tc>
          <w:tcPr>
            <w:tcW w:w="3780" w:type="dxa"/>
            <w:shd w:val="clear" w:color="auto" w:fill="D9D9D9"/>
          </w:tcPr>
          <w:p w14:paraId="027308B7" w14:textId="77777777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Brand/Model</w:t>
            </w:r>
          </w:p>
        </w:tc>
        <w:tc>
          <w:tcPr>
            <w:tcW w:w="1350" w:type="dxa"/>
            <w:shd w:val="clear" w:color="auto" w:fill="D9D9D9"/>
          </w:tcPr>
          <w:p w14:paraId="1222124D" w14:textId="6846961C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Warranty</w:t>
            </w:r>
            <w:r w:rsidR="003C0666" w:rsidRPr="00124327">
              <w:rPr>
                <w:sz w:val="20"/>
                <w:szCs w:val="20"/>
              </w:rPr>
              <w:t xml:space="preserve"> Period</w:t>
            </w:r>
            <w:r w:rsidRPr="00124327">
              <w:rPr>
                <w:sz w:val="20"/>
                <w:szCs w:val="20"/>
              </w:rPr>
              <w:t>, if any</w:t>
            </w:r>
          </w:p>
        </w:tc>
        <w:tc>
          <w:tcPr>
            <w:tcW w:w="1260" w:type="dxa"/>
            <w:shd w:val="clear" w:color="auto" w:fill="D9D9D9"/>
          </w:tcPr>
          <w:p w14:paraId="4024C1D5" w14:textId="3706B8C5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Delivery Date</w:t>
            </w:r>
          </w:p>
        </w:tc>
        <w:tc>
          <w:tcPr>
            <w:tcW w:w="1080" w:type="dxa"/>
            <w:shd w:val="clear" w:color="auto" w:fill="D9D9D9"/>
          </w:tcPr>
          <w:p w14:paraId="5D2CD926" w14:textId="77777777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Quantity</w:t>
            </w:r>
          </w:p>
        </w:tc>
        <w:tc>
          <w:tcPr>
            <w:tcW w:w="2070" w:type="dxa"/>
            <w:shd w:val="clear" w:color="auto" w:fill="D9D9D9"/>
          </w:tcPr>
          <w:p w14:paraId="449AE43A" w14:textId="6EE99805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 xml:space="preserve">Unit </w:t>
            </w:r>
            <w:r w:rsidR="00931789" w:rsidRPr="00124327">
              <w:rPr>
                <w:sz w:val="20"/>
                <w:szCs w:val="20"/>
              </w:rPr>
              <w:t xml:space="preserve">Market </w:t>
            </w:r>
            <w:r w:rsidRPr="00124327">
              <w:rPr>
                <w:sz w:val="20"/>
                <w:szCs w:val="20"/>
              </w:rPr>
              <w:t>Price, excluding GST</w:t>
            </w:r>
          </w:p>
        </w:tc>
        <w:tc>
          <w:tcPr>
            <w:tcW w:w="1800" w:type="dxa"/>
            <w:shd w:val="clear" w:color="auto" w:fill="D9D9D9"/>
          </w:tcPr>
          <w:p w14:paraId="15CCFD65" w14:textId="556C57FC" w:rsidR="00D610D7" w:rsidRPr="00124327" w:rsidRDefault="00D610D7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 xml:space="preserve">Total </w:t>
            </w:r>
            <w:r w:rsidR="00931789" w:rsidRPr="00124327">
              <w:rPr>
                <w:sz w:val="20"/>
                <w:szCs w:val="20"/>
              </w:rPr>
              <w:t xml:space="preserve">Market </w:t>
            </w:r>
            <w:r w:rsidRPr="00124327">
              <w:rPr>
                <w:sz w:val="20"/>
                <w:szCs w:val="20"/>
              </w:rPr>
              <w:t>Price, excluding GST</w:t>
            </w:r>
          </w:p>
        </w:tc>
      </w:tr>
      <w:tr w:rsidR="008B3957" w:rsidRPr="00281128" w14:paraId="4FB3AC1B" w14:textId="7421B859" w:rsidTr="000D1543">
        <w:tc>
          <w:tcPr>
            <w:tcW w:w="526" w:type="dxa"/>
            <w:shd w:val="clear" w:color="auto" w:fill="auto"/>
          </w:tcPr>
          <w:p w14:paraId="61957612" w14:textId="77777777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14:paraId="3DDF7E29" w14:textId="3C7F0370" w:rsidR="006057B8" w:rsidRPr="00124327" w:rsidRDefault="006057B8" w:rsidP="00082E91">
            <w:pPr>
              <w:pStyle w:val="Default"/>
              <w:spacing w:after="23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Badminton rackets</w:t>
            </w:r>
          </w:p>
        </w:tc>
        <w:tc>
          <w:tcPr>
            <w:tcW w:w="3780" w:type="dxa"/>
            <w:shd w:val="clear" w:color="auto" w:fill="auto"/>
          </w:tcPr>
          <w:p w14:paraId="41F7BAC5" w14:textId="543D9C45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57C4E32B" w14:textId="305F549B" w:rsidR="006057B8" w:rsidRPr="00124327" w:rsidRDefault="006057B8" w:rsidP="00082E9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14:paraId="374BCD07" w14:textId="580FC4A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10 to 31 Jan 20</w:t>
            </w:r>
            <w:r w:rsidR="00082E91" w:rsidRPr="00124327">
              <w:rPr>
                <w:spacing w:val="-2"/>
                <w:sz w:val="20"/>
                <w:szCs w:val="20"/>
              </w:rPr>
              <w:t>2</w:t>
            </w:r>
            <w:r w:rsidR="0071626D" w:rsidRPr="00124327"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14:paraId="7205484D" w14:textId="596B00D3" w:rsidR="006057B8" w:rsidRPr="00124327" w:rsidRDefault="00023DE1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17</w:t>
            </w:r>
            <w:r w:rsidR="004F6BAC">
              <w:rPr>
                <w:spacing w:val="-2"/>
                <w:sz w:val="20"/>
                <w:szCs w:val="20"/>
              </w:rPr>
              <w:t>6</w:t>
            </w:r>
          </w:p>
        </w:tc>
        <w:tc>
          <w:tcPr>
            <w:tcW w:w="2070" w:type="dxa"/>
            <w:shd w:val="clear" w:color="auto" w:fill="auto"/>
          </w:tcPr>
          <w:p w14:paraId="77FFC75B" w14:textId="2841121E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4CAA1210" w14:textId="01C972AD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60458D8B" w14:textId="77777777" w:rsidTr="000D1543">
        <w:tc>
          <w:tcPr>
            <w:tcW w:w="526" w:type="dxa"/>
            <w:shd w:val="clear" w:color="auto" w:fill="auto"/>
          </w:tcPr>
          <w:p w14:paraId="391DC687" w14:textId="2679B572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2.</w:t>
            </w:r>
          </w:p>
        </w:tc>
        <w:tc>
          <w:tcPr>
            <w:tcW w:w="2349" w:type="dxa"/>
            <w:shd w:val="clear" w:color="auto" w:fill="auto"/>
          </w:tcPr>
          <w:p w14:paraId="46560953" w14:textId="480D9266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racket grips</w:t>
            </w:r>
          </w:p>
        </w:tc>
        <w:tc>
          <w:tcPr>
            <w:tcW w:w="3780" w:type="dxa"/>
            <w:shd w:val="clear" w:color="auto" w:fill="auto"/>
          </w:tcPr>
          <w:p w14:paraId="6DB09EA6" w14:textId="6ADC5D13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2BC33CEB" w14:textId="36AECC32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C04CB86" w14:textId="33EA1831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F00D0CF" w14:textId="61125479" w:rsidR="006057B8" w:rsidRPr="00124327" w:rsidRDefault="00023DE1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1,0</w:t>
            </w:r>
            <w:r w:rsidR="004F6BAC">
              <w:rPr>
                <w:spacing w:val="-2"/>
                <w:sz w:val="20"/>
                <w:szCs w:val="20"/>
              </w:rPr>
              <w:t>4</w:t>
            </w:r>
            <w:r w:rsidRPr="0012432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2070" w:type="dxa"/>
            <w:shd w:val="clear" w:color="auto" w:fill="auto"/>
          </w:tcPr>
          <w:p w14:paraId="6FB9E664" w14:textId="7EF61F7E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D577C3A" w14:textId="66FFD0B2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139C28BE" w14:textId="77777777" w:rsidTr="000D1543">
        <w:tc>
          <w:tcPr>
            <w:tcW w:w="526" w:type="dxa"/>
            <w:shd w:val="clear" w:color="auto" w:fill="auto"/>
          </w:tcPr>
          <w:p w14:paraId="61148B7E" w14:textId="41628784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3.</w:t>
            </w:r>
          </w:p>
        </w:tc>
        <w:tc>
          <w:tcPr>
            <w:tcW w:w="2349" w:type="dxa"/>
            <w:shd w:val="clear" w:color="auto" w:fill="auto"/>
          </w:tcPr>
          <w:p w14:paraId="6C38598E" w14:textId="0D6F3FEA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bags</w:t>
            </w:r>
          </w:p>
        </w:tc>
        <w:tc>
          <w:tcPr>
            <w:tcW w:w="3780" w:type="dxa"/>
            <w:shd w:val="clear" w:color="auto" w:fill="auto"/>
          </w:tcPr>
          <w:p w14:paraId="48D0954C" w14:textId="16954E05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04FC5011" w14:textId="2B527D15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5E984C47" w14:textId="40161C8F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3B3312A" w14:textId="139E8DCC" w:rsidR="006057B8" w:rsidRPr="00124327" w:rsidRDefault="00023DE1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B24AAB">
              <w:rPr>
                <w:spacing w:val="-2"/>
                <w:sz w:val="20"/>
                <w:szCs w:val="20"/>
                <w:highlight w:val="yellow"/>
              </w:rPr>
              <w:t>5</w:t>
            </w:r>
            <w:r w:rsidR="004F6BAC" w:rsidRPr="00B24AAB">
              <w:rPr>
                <w:spacing w:val="-2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070" w:type="dxa"/>
            <w:shd w:val="clear" w:color="auto" w:fill="auto"/>
          </w:tcPr>
          <w:p w14:paraId="2B07914B" w14:textId="5EB76992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C71C4EA" w14:textId="4024CC1E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3F13D83D" w14:textId="77777777" w:rsidTr="000D1543">
        <w:tc>
          <w:tcPr>
            <w:tcW w:w="526" w:type="dxa"/>
            <w:shd w:val="clear" w:color="auto" w:fill="auto"/>
          </w:tcPr>
          <w:p w14:paraId="752EE1A1" w14:textId="26BB2F87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4.</w:t>
            </w:r>
          </w:p>
        </w:tc>
        <w:tc>
          <w:tcPr>
            <w:tcW w:w="2349" w:type="dxa"/>
            <w:shd w:val="clear" w:color="auto" w:fill="auto"/>
          </w:tcPr>
          <w:p w14:paraId="2292D7A0" w14:textId="2855E165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shirts</w:t>
            </w:r>
          </w:p>
        </w:tc>
        <w:tc>
          <w:tcPr>
            <w:tcW w:w="3780" w:type="dxa"/>
            <w:shd w:val="clear" w:color="auto" w:fill="auto"/>
          </w:tcPr>
          <w:p w14:paraId="7666CB98" w14:textId="42D15565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609D8871" w14:textId="7406C570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16884B91" w14:textId="22F38A20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5C7BE77" w14:textId="738FD733" w:rsidR="006057B8" w:rsidRPr="00124327" w:rsidRDefault="004F6BAC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596</w:t>
            </w:r>
          </w:p>
        </w:tc>
        <w:tc>
          <w:tcPr>
            <w:tcW w:w="2070" w:type="dxa"/>
            <w:shd w:val="clear" w:color="auto" w:fill="auto"/>
          </w:tcPr>
          <w:p w14:paraId="1247080A" w14:textId="2F636E5E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AE284F7" w14:textId="19B427B1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3BF8071E" w14:textId="77777777" w:rsidTr="000D1543">
        <w:tc>
          <w:tcPr>
            <w:tcW w:w="526" w:type="dxa"/>
            <w:shd w:val="clear" w:color="auto" w:fill="auto"/>
          </w:tcPr>
          <w:p w14:paraId="302E3B44" w14:textId="0A87668B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5.</w:t>
            </w:r>
          </w:p>
        </w:tc>
        <w:tc>
          <w:tcPr>
            <w:tcW w:w="2349" w:type="dxa"/>
            <w:shd w:val="clear" w:color="auto" w:fill="auto"/>
          </w:tcPr>
          <w:p w14:paraId="78A47F15" w14:textId="2153EF58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shorts</w:t>
            </w:r>
          </w:p>
        </w:tc>
        <w:tc>
          <w:tcPr>
            <w:tcW w:w="3780" w:type="dxa"/>
            <w:shd w:val="clear" w:color="auto" w:fill="auto"/>
          </w:tcPr>
          <w:p w14:paraId="59AC5199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42C335EB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55F86252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4E0B77C" w14:textId="3AE7986A" w:rsidR="006057B8" w:rsidRPr="00124327" w:rsidRDefault="004F6BAC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402</w:t>
            </w:r>
          </w:p>
        </w:tc>
        <w:tc>
          <w:tcPr>
            <w:tcW w:w="2070" w:type="dxa"/>
            <w:shd w:val="clear" w:color="auto" w:fill="auto"/>
          </w:tcPr>
          <w:p w14:paraId="2BEBE5C4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3DA6241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5335C302" w14:textId="77777777" w:rsidTr="000D1543">
        <w:tc>
          <w:tcPr>
            <w:tcW w:w="526" w:type="dxa"/>
            <w:shd w:val="clear" w:color="auto" w:fill="auto"/>
          </w:tcPr>
          <w:p w14:paraId="4B9CEEE1" w14:textId="16E2457C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6.</w:t>
            </w:r>
          </w:p>
        </w:tc>
        <w:tc>
          <w:tcPr>
            <w:tcW w:w="2349" w:type="dxa"/>
            <w:shd w:val="clear" w:color="auto" w:fill="auto"/>
          </w:tcPr>
          <w:p w14:paraId="5E850A0C" w14:textId="6B77AF4C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socks</w:t>
            </w:r>
          </w:p>
        </w:tc>
        <w:tc>
          <w:tcPr>
            <w:tcW w:w="3780" w:type="dxa"/>
            <w:shd w:val="clear" w:color="auto" w:fill="auto"/>
          </w:tcPr>
          <w:p w14:paraId="30DF662C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055F6A79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3884582F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837CDB4" w14:textId="5931C479" w:rsidR="006057B8" w:rsidRPr="00124327" w:rsidRDefault="004F6BAC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492</w:t>
            </w:r>
          </w:p>
        </w:tc>
        <w:tc>
          <w:tcPr>
            <w:tcW w:w="2070" w:type="dxa"/>
            <w:shd w:val="clear" w:color="auto" w:fill="auto"/>
          </w:tcPr>
          <w:p w14:paraId="1FDB48EF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A89CACC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5D03F002" w14:textId="77777777" w:rsidTr="000D1543">
        <w:tc>
          <w:tcPr>
            <w:tcW w:w="526" w:type="dxa"/>
            <w:shd w:val="clear" w:color="auto" w:fill="auto"/>
          </w:tcPr>
          <w:p w14:paraId="49BD698C" w14:textId="51D94EC3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7.</w:t>
            </w:r>
          </w:p>
        </w:tc>
        <w:tc>
          <w:tcPr>
            <w:tcW w:w="2349" w:type="dxa"/>
            <w:shd w:val="clear" w:color="auto" w:fill="auto"/>
          </w:tcPr>
          <w:p w14:paraId="0286FA01" w14:textId="1D8350E9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shoes</w:t>
            </w:r>
          </w:p>
        </w:tc>
        <w:tc>
          <w:tcPr>
            <w:tcW w:w="3780" w:type="dxa"/>
            <w:shd w:val="clear" w:color="auto" w:fill="auto"/>
          </w:tcPr>
          <w:p w14:paraId="0F31992F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7CCE68FA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159E4BEA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4D304AE" w14:textId="6B112F0C" w:rsidR="006057B8" w:rsidRPr="00124327" w:rsidRDefault="00357ED6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15</w:t>
            </w:r>
            <w:r w:rsidR="00677568">
              <w:rPr>
                <w:spacing w:val="-2"/>
                <w:sz w:val="20"/>
                <w:szCs w:val="20"/>
              </w:rPr>
              <w:t>6</w:t>
            </w:r>
          </w:p>
        </w:tc>
        <w:tc>
          <w:tcPr>
            <w:tcW w:w="2070" w:type="dxa"/>
            <w:shd w:val="clear" w:color="auto" w:fill="auto"/>
          </w:tcPr>
          <w:p w14:paraId="5E677BA6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42FF73A2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6329B20C" w14:textId="77777777" w:rsidTr="000D1543">
        <w:tc>
          <w:tcPr>
            <w:tcW w:w="526" w:type="dxa"/>
            <w:shd w:val="clear" w:color="auto" w:fill="auto"/>
          </w:tcPr>
          <w:p w14:paraId="660E3201" w14:textId="241A99C5" w:rsidR="006057B8" w:rsidRPr="00124327" w:rsidRDefault="006057B8" w:rsidP="00082E91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8.</w:t>
            </w:r>
          </w:p>
        </w:tc>
        <w:tc>
          <w:tcPr>
            <w:tcW w:w="2349" w:type="dxa"/>
            <w:shd w:val="clear" w:color="auto" w:fill="auto"/>
          </w:tcPr>
          <w:p w14:paraId="49A12D80" w14:textId="28CAA916" w:rsidR="006057B8" w:rsidRPr="00124327" w:rsidRDefault="006057B8" w:rsidP="00082E91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towels</w:t>
            </w:r>
          </w:p>
        </w:tc>
        <w:tc>
          <w:tcPr>
            <w:tcW w:w="3780" w:type="dxa"/>
            <w:shd w:val="clear" w:color="auto" w:fill="auto"/>
          </w:tcPr>
          <w:p w14:paraId="475B58DF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166D46E5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79457789" w14:textId="77777777" w:rsidR="006057B8" w:rsidRPr="00124327" w:rsidRDefault="006057B8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907B362" w14:textId="67087FDE" w:rsidR="006057B8" w:rsidRPr="00124327" w:rsidRDefault="00023DE1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10</w:t>
            </w:r>
            <w:r w:rsidR="00677568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14:paraId="3779B71B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3724E11" w14:textId="77777777" w:rsidR="006057B8" w:rsidRPr="00124327" w:rsidRDefault="006057B8" w:rsidP="00082E91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5BB3D667" w14:textId="77777777" w:rsidTr="000D1543">
        <w:tc>
          <w:tcPr>
            <w:tcW w:w="526" w:type="dxa"/>
            <w:shd w:val="clear" w:color="auto" w:fill="CCFFFF"/>
          </w:tcPr>
          <w:p w14:paraId="446C964C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1.</w:t>
            </w:r>
          </w:p>
        </w:tc>
        <w:tc>
          <w:tcPr>
            <w:tcW w:w="2349" w:type="dxa"/>
            <w:shd w:val="clear" w:color="auto" w:fill="CCFFFF"/>
          </w:tcPr>
          <w:p w14:paraId="14CEBAC7" w14:textId="77777777" w:rsidR="00082E91" w:rsidRPr="00124327" w:rsidRDefault="00082E91" w:rsidP="00D11452">
            <w:pPr>
              <w:pStyle w:val="Default"/>
              <w:spacing w:after="23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Badminton rackets</w:t>
            </w:r>
          </w:p>
        </w:tc>
        <w:tc>
          <w:tcPr>
            <w:tcW w:w="3780" w:type="dxa"/>
            <w:shd w:val="clear" w:color="auto" w:fill="CCFFFF"/>
          </w:tcPr>
          <w:p w14:paraId="59E01D9D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05DCE828" w14:textId="77777777" w:rsidR="00082E91" w:rsidRPr="00124327" w:rsidRDefault="00082E91" w:rsidP="00D11452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CCFFFF"/>
          </w:tcPr>
          <w:p w14:paraId="06C2EB06" w14:textId="1AECD443" w:rsidR="00082E91" w:rsidRPr="00124327" w:rsidRDefault="00082E91" w:rsidP="00082E91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10 to 31 Jan 202</w:t>
            </w:r>
            <w:r w:rsidR="0071626D" w:rsidRPr="00124327">
              <w:rPr>
                <w:spacing w:val="-2"/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auto" w:fill="CCFFFF"/>
          </w:tcPr>
          <w:p w14:paraId="7EBF0A43" w14:textId="4C759944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17</w:t>
            </w:r>
            <w:r w:rsidR="004F6BAC">
              <w:rPr>
                <w:spacing w:val="-2"/>
                <w:sz w:val="20"/>
                <w:szCs w:val="20"/>
              </w:rPr>
              <w:t>6</w:t>
            </w:r>
          </w:p>
        </w:tc>
        <w:tc>
          <w:tcPr>
            <w:tcW w:w="2070" w:type="dxa"/>
            <w:shd w:val="clear" w:color="auto" w:fill="CCFFFF"/>
          </w:tcPr>
          <w:p w14:paraId="01F99851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5F550529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7D280DB7" w14:textId="77777777" w:rsidTr="000D1543">
        <w:tc>
          <w:tcPr>
            <w:tcW w:w="526" w:type="dxa"/>
            <w:shd w:val="clear" w:color="auto" w:fill="CCFFFF"/>
          </w:tcPr>
          <w:p w14:paraId="1D351C77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2.</w:t>
            </w:r>
          </w:p>
        </w:tc>
        <w:tc>
          <w:tcPr>
            <w:tcW w:w="2349" w:type="dxa"/>
            <w:shd w:val="clear" w:color="auto" w:fill="CCFFFF"/>
          </w:tcPr>
          <w:p w14:paraId="1991BC0D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racket grips</w:t>
            </w:r>
          </w:p>
        </w:tc>
        <w:tc>
          <w:tcPr>
            <w:tcW w:w="3780" w:type="dxa"/>
            <w:shd w:val="clear" w:color="auto" w:fill="CCFFFF"/>
          </w:tcPr>
          <w:p w14:paraId="06E808C1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0EA49947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5B98DF01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12B01BA2" w14:textId="7EB111C1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1,0</w:t>
            </w:r>
            <w:r w:rsidR="004F6BAC">
              <w:rPr>
                <w:spacing w:val="-2"/>
                <w:sz w:val="20"/>
                <w:szCs w:val="20"/>
              </w:rPr>
              <w:t>4</w:t>
            </w:r>
            <w:r w:rsidRPr="0012432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2070" w:type="dxa"/>
            <w:shd w:val="clear" w:color="auto" w:fill="CCFFFF"/>
          </w:tcPr>
          <w:p w14:paraId="0920C968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49DB4D0F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488AAD94" w14:textId="77777777" w:rsidTr="000D1543">
        <w:tc>
          <w:tcPr>
            <w:tcW w:w="526" w:type="dxa"/>
            <w:shd w:val="clear" w:color="auto" w:fill="CCFFFF"/>
          </w:tcPr>
          <w:p w14:paraId="04A31A73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3.</w:t>
            </w:r>
          </w:p>
        </w:tc>
        <w:tc>
          <w:tcPr>
            <w:tcW w:w="2349" w:type="dxa"/>
            <w:shd w:val="clear" w:color="auto" w:fill="CCFFFF"/>
          </w:tcPr>
          <w:p w14:paraId="003A4FB9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bags</w:t>
            </w:r>
          </w:p>
        </w:tc>
        <w:tc>
          <w:tcPr>
            <w:tcW w:w="3780" w:type="dxa"/>
            <w:shd w:val="clear" w:color="auto" w:fill="CCFFFF"/>
          </w:tcPr>
          <w:p w14:paraId="58112A8C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259A1B7F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241DA8D0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20E1E697" w14:textId="42C82D88" w:rsidR="00082E91" w:rsidRPr="00B24AAB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  <w:highlight w:val="yellow"/>
              </w:rPr>
            </w:pPr>
            <w:r w:rsidRPr="00B24AAB">
              <w:rPr>
                <w:spacing w:val="-2"/>
                <w:sz w:val="20"/>
                <w:szCs w:val="20"/>
                <w:highlight w:val="yellow"/>
              </w:rPr>
              <w:t>45</w:t>
            </w:r>
          </w:p>
        </w:tc>
        <w:tc>
          <w:tcPr>
            <w:tcW w:w="2070" w:type="dxa"/>
            <w:shd w:val="clear" w:color="auto" w:fill="CCFFFF"/>
          </w:tcPr>
          <w:p w14:paraId="1557FD15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6B94DA61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0BA4FA80" w14:textId="77777777" w:rsidTr="000D1543">
        <w:tc>
          <w:tcPr>
            <w:tcW w:w="526" w:type="dxa"/>
            <w:shd w:val="clear" w:color="auto" w:fill="CCFFFF"/>
          </w:tcPr>
          <w:p w14:paraId="0B31E7CD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4.</w:t>
            </w:r>
          </w:p>
        </w:tc>
        <w:tc>
          <w:tcPr>
            <w:tcW w:w="2349" w:type="dxa"/>
            <w:shd w:val="clear" w:color="auto" w:fill="CCFFFF"/>
          </w:tcPr>
          <w:p w14:paraId="14965F91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shirts</w:t>
            </w:r>
          </w:p>
        </w:tc>
        <w:tc>
          <w:tcPr>
            <w:tcW w:w="3780" w:type="dxa"/>
            <w:shd w:val="clear" w:color="auto" w:fill="CCFFFF"/>
          </w:tcPr>
          <w:p w14:paraId="67DD0B13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25FECA18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3A9BCDAA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062DCF86" w14:textId="1ABC65AD" w:rsidR="00082E91" w:rsidRPr="00124327" w:rsidRDefault="004F6BAC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596</w:t>
            </w:r>
          </w:p>
        </w:tc>
        <w:tc>
          <w:tcPr>
            <w:tcW w:w="2070" w:type="dxa"/>
            <w:shd w:val="clear" w:color="auto" w:fill="CCFFFF"/>
          </w:tcPr>
          <w:p w14:paraId="267EF636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6FB847BC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45D6E6DC" w14:textId="77777777" w:rsidTr="000D1543">
        <w:tc>
          <w:tcPr>
            <w:tcW w:w="526" w:type="dxa"/>
            <w:shd w:val="clear" w:color="auto" w:fill="CCFFFF"/>
          </w:tcPr>
          <w:p w14:paraId="532AB613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5.</w:t>
            </w:r>
          </w:p>
        </w:tc>
        <w:tc>
          <w:tcPr>
            <w:tcW w:w="2349" w:type="dxa"/>
            <w:shd w:val="clear" w:color="auto" w:fill="CCFFFF"/>
          </w:tcPr>
          <w:p w14:paraId="2897CBDF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shorts</w:t>
            </w:r>
          </w:p>
        </w:tc>
        <w:tc>
          <w:tcPr>
            <w:tcW w:w="3780" w:type="dxa"/>
            <w:shd w:val="clear" w:color="auto" w:fill="CCFFFF"/>
          </w:tcPr>
          <w:p w14:paraId="6275031A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3E04D529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5A726221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712B7CD4" w14:textId="1B82BB45" w:rsidR="00082E91" w:rsidRPr="00124327" w:rsidRDefault="004F6BAC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402</w:t>
            </w:r>
          </w:p>
        </w:tc>
        <w:tc>
          <w:tcPr>
            <w:tcW w:w="2070" w:type="dxa"/>
            <w:shd w:val="clear" w:color="auto" w:fill="CCFFFF"/>
          </w:tcPr>
          <w:p w14:paraId="2C60BFFC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16B200D7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698F3621" w14:textId="77777777" w:rsidTr="000D1543">
        <w:tc>
          <w:tcPr>
            <w:tcW w:w="526" w:type="dxa"/>
            <w:shd w:val="clear" w:color="auto" w:fill="CCFFFF"/>
          </w:tcPr>
          <w:p w14:paraId="60636CF2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6.</w:t>
            </w:r>
          </w:p>
        </w:tc>
        <w:tc>
          <w:tcPr>
            <w:tcW w:w="2349" w:type="dxa"/>
            <w:shd w:val="clear" w:color="auto" w:fill="CCFFFF"/>
          </w:tcPr>
          <w:p w14:paraId="615776C0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socks</w:t>
            </w:r>
          </w:p>
        </w:tc>
        <w:tc>
          <w:tcPr>
            <w:tcW w:w="3780" w:type="dxa"/>
            <w:shd w:val="clear" w:color="auto" w:fill="CCFFFF"/>
          </w:tcPr>
          <w:p w14:paraId="737380BC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311E9619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7D7102D6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7386D010" w14:textId="255C1C6E" w:rsidR="00082E91" w:rsidRPr="00124327" w:rsidRDefault="004F6BAC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492</w:t>
            </w:r>
          </w:p>
        </w:tc>
        <w:tc>
          <w:tcPr>
            <w:tcW w:w="2070" w:type="dxa"/>
            <w:shd w:val="clear" w:color="auto" w:fill="CCFFFF"/>
          </w:tcPr>
          <w:p w14:paraId="15E8EDA0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23F0D7B0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5A7A764E" w14:textId="77777777" w:rsidTr="000D1543">
        <w:tc>
          <w:tcPr>
            <w:tcW w:w="526" w:type="dxa"/>
            <w:shd w:val="clear" w:color="auto" w:fill="CCFFFF"/>
          </w:tcPr>
          <w:p w14:paraId="361C7CDC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7.</w:t>
            </w:r>
          </w:p>
        </w:tc>
        <w:tc>
          <w:tcPr>
            <w:tcW w:w="2349" w:type="dxa"/>
            <w:shd w:val="clear" w:color="auto" w:fill="CCFFFF"/>
          </w:tcPr>
          <w:p w14:paraId="7DEEDAD6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shoes</w:t>
            </w:r>
          </w:p>
        </w:tc>
        <w:tc>
          <w:tcPr>
            <w:tcW w:w="3780" w:type="dxa"/>
            <w:shd w:val="clear" w:color="auto" w:fill="CCFFFF"/>
          </w:tcPr>
          <w:p w14:paraId="4F4E388E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06DC8052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5433905F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59366A65" w14:textId="6DCE44C0" w:rsidR="00082E91" w:rsidRPr="00124327" w:rsidRDefault="00357ED6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15</w:t>
            </w:r>
            <w:r w:rsidR="00677568">
              <w:rPr>
                <w:spacing w:val="-2"/>
                <w:sz w:val="20"/>
                <w:szCs w:val="20"/>
              </w:rPr>
              <w:t>6</w:t>
            </w:r>
          </w:p>
        </w:tc>
        <w:tc>
          <w:tcPr>
            <w:tcW w:w="2070" w:type="dxa"/>
            <w:shd w:val="clear" w:color="auto" w:fill="CCFFFF"/>
          </w:tcPr>
          <w:p w14:paraId="179C9563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6D1BB1A2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8B3957" w:rsidRPr="00281128" w14:paraId="3DD8A25F" w14:textId="77777777" w:rsidTr="000D1543">
        <w:tc>
          <w:tcPr>
            <w:tcW w:w="526" w:type="dxa"/>
            <w:shd w:val="clear" w:color="auto" w:fill="CCFFFF"/>
          </w:tcPr>
          <w:p w14:paraId="27198240" w14:textId="77777777" w:rsidR="00082E91" w:rsidRPr="00124327" w:rsidRDefault="00082E91" w:rsidP="00D11452">
            <w:pPr>
              <w:pStyle w:val="Default"/>
              <w:spacing w:after="23"/>
              <w:jc w:val="center"/>
              <w:rPr>
                <w:sz w:val="20"/>
                <w:szCs w:val="20"/>
              </w:rPr>
            </w:pPr>
            <w:r w:rsidRPr="00124327">
              <w:rPr>
                <w:sz w:val="20"/>
                <w:szCs w:val="20"/>
              </w:rPr>
              <w:t>8.</w:t>
            </w:r>
          </w:p>
        </w:tc>
        <w:tc>
          <w:tcPr>
            <w:tcW w:w="2349" w:type="dxa"/>
            <w:shd w:val="clear" w:color="auto" w:fill="CCFFFF"/>
          </w:tcPr>
          <w:p w14:paraId="18A6AB04" w14:textId="77777777" w:rsidR="00082E91" w:rsidRPr="00124327" w:rsidRDefault="00082E91" w:rsidP="00D11452">
            <w:pPr>
              <w:pStyle w:val="Default"/>
              <w:spacing w:after="23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Badminton towels</w:t>
            </w:r>
          </w:p>
        </w:tc>
        <w:tc>
          <w:tcPr>
            <w:tcW w:w="3780" w:type="dxa"/>
            <w:shd w:val="clear" w:color="auto" w:fill="CCFFFF"/>
          </w:tcPr>
          <w:p w14:paraId="4CFB8328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CCFFFF"/>
          </w:tcPr>
          <w:p w14:paraId="67E3730A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CCFFFF"/>
          </w:tcPr>
          <w:p w14:paraId="1BC13AD9" w14:textId="77777777" w:rsidR="00082E91" w:rsidRPr="00124327" w:rsidRDefault="00082E91" w:rsidP="00D11452">
            <w:pPr>
              <w:pStyle w:val="Defaul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CCFFFF"/>
          </w:tcPr>
          <w:p w14:paraId="5EFB661B" w14:textId="41AEB3F8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  <w:r w:rsidRPr="00124327">
              <w:rPr>
                <w:spacing w:val="-2"/>
                <w:sz w:val="20"/>
                <w:szCs w:val="20"/>
              </w:rPr>
              <w:t>10</w:t>
            </w:r>
            <w:r w:rsidR="00677568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070" w:type="dxa"/>
            <w:shd w:val="clear" w:color="auto" w:fill="CCFFFF"/>
          </w:tcPr>
          <w:p w14:paraId="6D88FA64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CCFFFF"/>
          </w:tcPr>
          <w:p w14:paraId="3AFAAD56" w14:textId="77777777" w:rsidR="00082E91" w:rsidRPr="00124327" w:rsidRDefault="00082E91" w:rsidP="00D11452">
            <w:pPr>
              <w:pStyle w:val="Default"/>
              <w:jc w:val="center"/>
              <w:rPr>
                <w:spacing w:val="-2"/>
                <w:sz w:val="20"/>
                <w:szCs w:val="20"/>
              </w:rPr>
            </w:pPr>
          </w:p>
        </w:tc>
      </w:tr>
    </w:tbl>
    <w:p w14:paraId="02B7FEB1" w14:textId="427AC0D7" w:rsidR="00082E91" w:rsidRDefault="00082E91" w:rsidP="00B4539B">
      <w:pPr>
        <w:spacing w:line="240" w:lineRule="auto"/>
        <w:jc w:val="both"/>
        <w:rPr>
          <w:rFonts w:ascii="Arial" w:hAnsi="Arial" w:cs="Arial"/>
          <w:sz w:val="16"/>
        </w:rPr>
      </w:pPr>
    </w:p>
    <w:p w14:paraId="7A44C115" w14:textId="77777777" w:rsidR="00082E91" w:rsidRDefault="00082E91" w:rsidP="00B4539B">
      <w:pPr>
        <w:spacing w:line="240" w:lineRule="auto"/>
        <w:jc w:val="both"/>
        <w:rPr>
          <w:rFonts w:ascii="Arial" w:hAnsi="Arial" w:cs="Arial"/>
          <w:sz w:val="16"/>
        </w:rPr>
      </w:pPr>
    </w:p>
    <w:p w14:paraId="435238CA" w14:textId="06ABDAD0" w:rsidR="000635F8" w:rsidRPr="000D1543" w:rsidRDefault="00B36851" w:rsidP="00B4539B">
      <w:pPr>
        <w:spacing w:line="240" w:lineRule="auto"/>
        <w:jc w:val="both"/>
        <w:rPr>
          <w:rFonts w:ascii="Calibri" w:hAnsi="Calibri" w:cs="Calibri"/>
        </w:rPr>
      </w:pPr>
      <w:r w:rsidRPr="000D1543">
        <w:rPr>
          <w:rFonts w:ascii="Calibri" w:hAnsi="Calibri" w:cs="Calibri"/>
        </w:rPr>
        <w:t>A Delivery Order (DO) must be accompanied with each delivery of goods.</w:t>
      </w:r>
    </w:p>
    <w:p w14:paraId="031FBB62" w14:textId="66951CEC" w:rsidR="00ED679F" w:rsidRPr="000D1543" w:rsidRDefault="00ED679F" w:rsidP="00B4539B">
      <w:pPr>
        <w:spacing w:line="240" w:lineRule="auto"/>
        <w:jc w:val="both"/>
        <w:rPr>
          <w:rFonts w:ascii="Calibri" w:hAnsi="Calibri" w:cs="Calibri"/>
        </w:rPr>
      </w:pPr>
      <w:r w:rsidRPr="000D1543">
        <w:rPr>
          <w:rFonts w:ascii="Calibri" w:hAnsi="Calibri" w:cs="Calibri"/>
        </w:rPr>
        <w:t xml:space="preserve">The </w:t>
      </w:r>
      <w:proofErr w:type="gramStart"/>
      <w:r w:rsidRPr="000D1543">
        <w:rPr>
          <w:rFonts w:ascii="Calibri" w:hAnsi="Calibri" w:cs="Calibri"/>
        </w:rPr>
        <w:t>School</w:t>
      </w:r>
      <w:proofErr w:type="gramEnd"/>
      <w:r w:rsidRPr="000D1543">
        <w:rPr>
          <w:rFonts w:ascii="Calibri" w:hAnsi="Calibri" w:cs="Calibri"/>
        </w:rPr>
        <w:t xml:space="preserve"> may request documentary evidence of market price of products or goods delivered.</w:t>
      </w:r>
    </w:p>
    <w:p w14:paraId="777C1F84" w14:textId="2BD1D2D8" w:rsidR="009760C2" w:rsidRPr="000D1543" w:rsidRDefault="009760C2" w:rsidP="00B4539B">
      <w:pPr>
        <w:spacing w:line="240" w:lineRule="auto"/>
        <w:jc w:val="both"/>
        <w:rPr>
          <w:rFonts w:ascii="Calibri" w:hAnsi="Calibri" w:cs="Calibri"/>
        </w:rPr>
      </w:pPr>
    </w:p>
    <w:p w14:paraId="6AD96271" w14:textId="1795BC61" w:rsidR="009E2183" w:rsidRPr="000D1543" w:rsidRDefault="009E2183" w:rsidP="00B4539B">
      <w:pPr>
        <w:spacing w:line="240" w:lineRule="auto"/>
        <w:jc w:val="both"/>
        <w:rPr>
          <w:rFonts w:ascii="Calibri" w:hAnsi="Calibri" w:cs="Calibri"/>
        </w:rPr>
      </w:pPr>
    </w:p>
    <w:p w14:paraId="666893CD" w14:textId="1243D60A" w:rsidR="009E2183" w:rsidRPr="000D1543" w:rsidRDefault="009E2183" w:rsidP="00B4539B">
      <w:pPr>
        <w:spacing w:line="240" w:lineRule="auto"/>
        <w:jc w:val="both"/>
        <w:rPr>
          <w:rFonts w:ascii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6974"/>
      </w:tblGrid>
      <w:tr w:rsidR="000D1543" w14:paraId="5AA6E6B8" w14:textId="77777777" w:rsidTr="00442456">
        <w:tc>
          <w:tcPr>
            <w:tcW w:w="5850" w:type="dxa"/>
          </w:tcPr>
          <w:p w14:paraId="7DC657B2" w14:textId="77777777" w:rsidR="000D1543" w:rsidRPr="000D1543" w:rsidRDefault="000D1543" w:rsidP="000D1543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_______________________________</w:t>
            </w:r>
          </w:p>
          <w:p w14:paraId="3D1F3DD4" w14:textId="77777777" w:rsidR="000D1543" w:rsidRPr="000D1543" w:rsidRDefault="000D1543" w:rsidP="000D1543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Name of Tenderer/Official Stamp/Date</w:t>
            </w:r>
          </w:p>
          <w:p w14:paraId="7293B2B9" w14:textId="77777777" w:rsidR="000D1543" w:rsidRPr="000D1543" w:rsidRDefault="000D1543" w:rsidP="000D1543">
            <w:pPr>
              <w:pStyle w:val="Level2Number"/>
              <w:numPr>
                <w:ilvl w:val="0"/>
                <w:numId w:val="0"/>
              </w:numPr>
              <w:rPr>
                <w:rFonts w:ascii="Calibri" w:eastAsiaTheme="minorHAnsi" w:hAnsi="Calibri" w:cs="Calibri"/>
                <w:b/>
                <w:bCs w:val="0"/>
                <w:szCs w:val="20"/>
              </w:rPr>
            </w:pPr>
          </w:p>
          <w:p w14:paraId="61D91938" w14:textId="77777777" w:rsidR="000D1543" w:rsidRDefault="000D1543" w:rsidP="00B4539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974" w:type="dxa"/>
          </w:tcPr>
          <w:p w14:paraId="2BF7AB0F" w14:textId="5B25E2C6" w:rsidR="000D1543" w:rsidRPr="000D1543" w:rsidRDefault="000D1543" w:rsidP="000D1543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______________________________</w:t>
            </w:r>
            <w:r w:rsidR="00442456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</w:t>
            </w: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</w:t>
            </w:r>
          </w:p>
          <w:p w14:paraId="576A1A2A" w14:textId="77777777" w:rsidR="000D1543" w:rsidRPr="000D1543" w:rsidRDefault="000D1543" w:rsidP="000D1543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 xml:space="preserve">Name of </w:t>
            </w:r>
            <w:proofErr w:type="spellStart"/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Authorised</w:t>
            </w:r>
            <w:proofErr w:type="spellEnd"/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 xml:space="preserve"> Personnel/Designation/Signature/Date</w:t>
            </w:r>
          </w:p>
          <w:p w14:paraId="60A95175" w14:textId="77777777" w:rsidR="000D1543" w:rsidRDefault="000D1543" w:rsidP="00B4539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7E265795" w14:textId="77777777" w:rsidR="00D438EC" w:rsidRPr="000D1543" w:rsidRDefault="00D438EC" w:rsidP="00BB6F90">
      <w:pPr>
        <w:pStyle w:val="Title"/>
        <w:ind w:right="-694"/>
        <w:jc w:val="left"/>
        <w:rPr>
          <w:rFonts w:ascii="Calibri" w:hAnsi="Calibri" w:cs="Calibri"/>
          <w:b w:val="0"/>
          <w:color w:val="auto"/>
          <w:szCs w:val="20"/>
        </w:rPr>
        <w:sectPr w:rsidR="00D438EC" w:rsidRPr="000D1543" w:rsidSect="00B453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F702C59" w14:textId="27A3FD21" w:rsidR="00BB6F90" w:rsidRDefault="00BB6F90" w:rsidP="00BB6F90">
      <w:pPr>
        <w:tabs>
          <w:tab w:val="center" w:pos="6979"/>
        </w:tabs>
      </w:pPr>
    </w:p>
    <w:p w14:paraId="7E59C7E8" w14:textId="77777777" w:rsidR="00BB6F90" w:rsidRPr="00BB6F90" w:rsidRDefault="00BB6F90" w:rsidP="00BB6F90"/>
    <w:p w14:paraId="59329E7F" w14:textId="283F3930" w:rsidR="00BB6F90" w:rsidRDefault="00BB6F90" w:rsidP="00BB6F90"/>
    <w:p w14:paraId="04CF30F6" w14:textId="316CD1E1" w:rsidR="00AC34B4" w:rsidRPr="00AC34B4" w:rsidRDefault="00AC34B4" w:rsidP="00AC34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Cs w:val="24"/>
          <w:u w:val="single"/>
        </w:rPr>
      </w:pPr>
      <w:r w:rsidRPr="00AC34B4">
        <w:rPr>
          <w:rFonts w:ascii="Arial" w:hAnsi="Arial" w:cs="Arial"/>
          <w:b/>
          <w:bCs/>
          <w:caps/>
          <w:szCs w:val="24"/>
          <w:u w:val="single"/>
        </w:rPr>
        <w:t>P</w:t>
      </w:r>
      <w:r w:rsidR="00BB6F90">
        <w:rPr>
          <w:rFonts w:ascii="Arial" w:hAnsi="Arial" w:cs="Arial"/>
          <w:b/>
          <w:bCs/>
          <w:caps/>
          <w:szCs w:val="24"/>
          <w:u w:val="single"/>
        </w:rPr>
        <w:t>ART 4</w:t>
      </w:r>
      <w:r w:rsidRPr="00AC34B4">
        <w:rPr>
          <w:rFonts w:ascii="Arial" w:hAnsi="Arial" w:cs="Arial"/>
          <w:b/>
          <w:bCs/>
          <w:caps/>
          <w:szCs w:val="24"/>
          <w:u w:val="single"/>
        </w:rPr>
        <w:t xml:space="preserve"> – </w:t>
      </w:r>
      <w:r w:rsidRPr="00AC34B4">
        <w:rPr>
          <w:rFonts w:ascii="Arial" w:hAnsi="Arial" w:cs="Arial"/>
          <w:b/>
          <w:bCs/>
          <w:szCs w:val="24"/>
          <w:u w:val="single"/>
        </w:rPr>
        <w:t>STATEMENT OF COMPLIANCE</w:t>
      </w:r>
    </w:p>
    <w:p w14:paraId="1B96032C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</w:rPr>
      </w:pPr>
    </w:p>
    <w:p w14:paraId="65046320" w14:textId="77777777" w:rsidR="00AC34B4" w:rsidRPr="00AC34B4" w:rsidRDefault="00AC34B4" w:rsidP="00AC34B4">
      <w:pPr>
        <w:autoSpaceDE w:val="0"/>
        <w:autoSpaceDN w:val="0"/>
        <w:adjustRightInd w:val="0"/>
        <w:jc w:val="both"/>
        <w:rPr>
          <w:rFonts w:ascii="Arial" w:eastAsia="Microsoft JhengHei" w:hAnsi="Arial" w:cs="Arial"/>
          <w:b/>
          <w:bCs/>
          <w:caps/>
          <w:u w:val="single"/>
        </w:rPr>
      </w:pPr>
      <w:r w:rsidRPr="00AC34B4">
        <w:rPr>
          <w:rFonts w:ascii="Arial" w:eastAsia="Microsoft JhengHei" w:hAnsi="Arial" w:cs="Arial"/>
        </w:rPr>
        <w:t xml:space="preserve">The Tenderer shall take note of the language used for each clause in the Invitation to </w:t>
      </w:r>
      <w:r>
        <w:rPr>
          <w:rFonts w:ascii="Arial" w:eastAsia="Microsoft JhengHei" w:hAnsi="Arial" w:cs="Arial"/>
        </w:rPr>
        <w:t>Sponsor</w:t>
      </w:r>
      <w:r w:rsidRPr="00AC34B4">
        <w:rPr>
          <w:rFonts w:ascii="Arial" w:eastAsia="Microsoft JhengHei" w:hAnsi="Arial" w:cs="Arial"/>
        </w:rPr>
        <w:t>:</w:t>
      </w:r>
    </w:p>
    <w:p w14:paraId="745B9D66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272"/>
        <w:gridCol w:w="5913"/>
      </w:tblGrid>
      <w:tr w:rsidR="00AC34B4" w:rsidRPr="00AC34B4" w14:paraId="60E975B5" w14:textId="77777777" w:rsidTr="007A5F33">
        <w:tc>
          <w:tcPr>
            <w:tcW w:w="3080" w:type="dxa"/>
            <w:shd w:val="clear" w:color="auto" w:fill="auto"/>
          </w:tcPr>
          <w:p w14:paraId="467DFD01" w14:textId="0A768F8F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Must, Shall, Will or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Mandatory</w:t>
            </w:r>
          </w:p>
        </w:tc>
        <w:tc>
          <w:tcPr>
            <w:tcW w:w="236" w:type="dxa"/>
            <w:shd w:val="clear" w:color="auto" w:fill="auto"/>
          </w:tcPr>
          <w:p w14:paraId="6A5FF796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2AC8324D" w14:textId="77777777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is an absolute requirement.</w:t>
            </w:r>
          </w:p>
          <w:p w14:paraId="7EAA28BA" w14:textId="0807B570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71942E7F" w14:textId="77777777" w:rsidTr="007A5F33">
        <w:tc>
          <w:tcPr>
            <w:tcW w:w="3080" w:type="dxa"/>
            <w:shd w:val="clear" w:color="auto" w:fill="auto"/>
          </w:tcPr>
          <w:p w14:paraId="289A04DF" w14:textId="016E2045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Should, Where Possible or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Recommended</w:t>
            </w:r>
          </w:p>
        </w:tc>
        <w:tc>
          <w:tcPr>
            <w:tcW w:w="236" w:type="dxa"/>
            <w:shd w:val="clear" w:color="auto" w:fill="auto"/>
          </w:tcPr>
          <w:p w14:paraId="37B9A213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714DED9D" w14:textId="281F6A2F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should be followed. Exceptions must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 xml:space="preserve">be documented and approved by the </w:t>
            </w:r>
            <w:proofErr w:type="gramStart"/>
            <w:r w:rsidRPr="00AC34B4">
              <w:rPr>
                <w:rFonts w:ascii="Arial" w:eastAsia="Microsoft JhengHei" w:hAnsi="Arial" w:cs="Arial"/>
              </w:rPr>
              <w:t>School</w:t>
            </w:r>
            <w:proofErr w:type="gramEnd"/>
            <w:r w:rsidRPr="00AC34B4">
              <w:rPr>
                <w:rFonts w:ascii="Arial" w:eastAsia="Microsoft JhengHei" w:hAnsi="Arial" w:cs="Arial"/>
              </w:rPr>
              <w:t>.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Compensating controls must be in place.</w:t>
            </w:r>
          </w:p>
          <w:p w14:paraId="2E46EA38" w14:textId="41E46044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A02D714" w14:textId="77777777" w:rsidTr="007A5F33">
        <w:tc>
          <w:tcPr>
            <w:tcW w:w="3080" w:type="dxa"/>
            <w:shd w:val="clear" w:color="auto" w:fill="auto"/>
          </w:tcPr>
          <w:p w14:paraId="5CC8BB44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May or Optional</w:t>
            </w:r>
          </w:p>
        </w:tc>
        <w:tc>
          <w:tcPr>
            <w:tcW w:w="236" w:type="dxa"/>
            <w:shd w:val="clear" w:color="auto" w:fill="auto"/>
          </w:tcPr>
          <w:p w14:paraId="1BC506BB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70A00467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is truly optional. It may be followed</w:t>
            </w:r>
          </w:p>
          <w:p w14:paraId="34DCDACC" w14:textId="77777777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as a suggestion.</w:t>
            </w:r>
          </w:p>
          <w:p w14:paraId="45D5E6C4" w14:textId="4AC64F4B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</w:tbl>
    <w:p w14:paraId="1A01E6FF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p w14:paraId="5607781D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p w14:paraId="7797C234" w14:textId="2C8FF2FB" w:rsidR="00AC34B4" w:rsidRPr="00223BC4" w:rsidRDefault="00AC34B4" w:rsidP="00AC34B4">
      <w:pPr>
        <w:jc w:val="both"/>
        <w:rPr>
          <w:rFonts w:ascii="Arial" w:eastAsia="Microsoft JhengHei" w:hAnsi="Arial" w:cs="Arial"/>
          <w:b/>
        </w:rPr>
      </w:pPr>
      <w:r w:rsidRPr="00AC34B4">
        <w:rPr>
          <w:rFonts w:ascii="Arial" w:eastAsia="Microsoft JhengHei" w:hAnsi="Arial" w:cs="Arial"/>
        </w:rPr>
        <w:t>We, ____________________________ (Name(s) in Block Letters)</w:t>
      </w:r>
      <w:r w:rsidR="00F12A29">
        <w:rPr>
          <w:rFonts w:ascii="Arial" w:eastAsia="Microsoft JhengHei" w:hAnsi="Arial" w:cs="Arial"/>
        </w:rPr>
        <w:t>,</w:t>
      </w:r>
      <w:r w:rsidRPr="00AC34B4">
        <w:rPr>
          <w:rFonts w:ascii="Arial" w:eastAsia="Microsoft JhengHei" w:hAnsi="Arial" w:cs="Arial"/>
        </w:rPr>
        <w:t xml:space="preserve"> hereby confirm our full compliance to the Invitation to </w:t>
      </w:r>
      <w:r>
        <w:rPr>
          <w:rFonts w:ascii="Arial" w:eastAsia="Microsoft JhengHei" w:hAnsi="Arial" w:cs="Arial"/>
        </w:rPr>
        <w:t>Sponsor</w:t>
      </w:r>
      <w:r w:rsidRPr="00AC34B4">
        <w:rPr>
          <w:rFonts w:ascii="Arial" w:eastAsia="Microsoft JhengHei" w:hAnsi="Arial" w:cs="Arial"/>
        </w:rPr>
        <w:t xml:space="preserve"> for the </w:t>
      </w:r>
      <w:r w:rsidR="00F12A29" w:rsidRPr="00D04C63">
        <w:rPr>
          <w:rFonts w:ascii="Arial" w:hAnsi="Arial" w:cs="Arial"/>
          <w:b/>
        </w:rPr>
        <w:t xml:space="preserve">SUPPLY AND DELIVERY OF </w:t>
      </w:r>
      <w:r w:rsidR="00A33E54" w:rsidRPr="00D04C63">
        <w:rPr>
          <w:rFonts w:ascii="Arial" w:hAnsi="Arial" w:cs="Arial"/>
          <w:b/>
        </w:rPr>
        <w:t>BADMINTON</w:t>
      </w:r>
      <w:r w:rsidR="00F23FFE" w:rsidRPr="00D04C63">
        <w:rPr>
          <w:rFonts w:ascii="Arial" w:hAnsi="Arial" w:cs="Arial"/>
          <w:b/>
        </w:rPr>
        <w:t xml:space="preserve"> EQUIPMENT AND </w:t>
      </w:r>
      <w:r w:rsidR="00A33E54" w:rsidRPr="00D04C63">
        <w:rPr>
          <w:rFonts w:ascii="Arial" w:hAnsi="Arial" w:cs="Arial"/>
          <w:b/>
        </w:rPr>
        <w:t>APPAREL</w:t>
      </w:r>
      <w:r w:rsidR="00F23FFE" w:rsidRPr="00D04C63">
        <w:rPr>
          <w:rFonts w:ascii="Arial" w:hAnsi="Arial" w:cs="Arial"/>
          <w:b/>
        </w:rPr>
        <w:t xml:space="preserve"> </w:t>
      </w:r>
      <w:r w:rsidR="00F12A29" w:rsidRPr="00D04C63">
        <w:rPr>
          <w:rFonts w:ascii="Arial" w:hAnsi="Arial" w:cs="Arial"/>
          <w:b/>
        </w:rPr>
        <w:t xml:space="preserve">TO SINGAPORE SPORTS SCHOOL LTD. FROM </w:t>
      </w:r>
      <w:r w:rsidR="00223BC4" w:rsidRPr="00D04C63">
        <w:rPr>
          <w:rFonts w:cs="Arial"/>
          <w:b/>
          <w:spacing w:val="-2"/>
        </w:rPr>
        <w:t>1 JANUARY 202</w:t>
      </w:r>
      <w:r w:rsidR="00D04C63" w:rsidRPr="00D04C63">
        <w:rPr>
          <w:rFonts w:cs="Arial"/>
          <w:b/>
          <w:spacing w:val="-2"/>
        </w:rPr>
        <w:t>5</w:t>
      </w:r>
      <w:r w:rsidR="00F12A29" w:rsidRPr="00D04C63">
        <w:rPr>
          <w:rFonts w:cs="Arial"/>
          <w:b/>
          <w:spacing w:val="-2"/>
        </w:rPr>
        <w:t xml:space="preserve"> </w:t>
      </w:r>
      <w:r w:rsidR="00F12A29" w:rsidRPr="00D04C63">
        <w:rPr>
          <w:rFonts w:ascii="Arial" w:hAnsi="Arial" w:cs="Arial"/>
          <w:b/>
        </w:rPr>
        <w:t xml:space="preserve">TO </w:t>
      </w:r>
      <w:r w:rsidR="00223BC4" w:rsidRPr="00D04C63">
        <w:rPr>
          <w:rFonts w:cs="Arial"/>
          <w:b/>
          <w:spacing w:val="-2"/>
        </w:rPr>
        <w:t>31 DECEMBER 202</w:t>
      </w:r>
      <w:r w:rsidR="00D04C63" w:rsidRPr="00D04C63">
        <w:rPr>
          <w:rFonts w:cs="Arial"/>
          <w:b/>
          <w:spacing w:val="-2"/>
        </w:rPr>
        <w:t>6</w:t>
      </w:r>
      <w:r w:rsidRPr="00D04C63">
        <w:rPr>
          <w:rFonts w:ascii="Arial" w:eastAsia="Microsoft JhengHei" w:hAnsi="Arial" w:cs="Arial"/>
          <w:b/>
          <w:bCs/>
        </w:rPr>
        <w:t xml:space="preserve"> (SPONSORSHIP REFERENCE: </w:t>
      </w:r>
      <w:r w:rsidR="00223BC4" w:rsidRPr="00D04C63">
        <w:rPr>
          <w:rFonts w:ascii="Arial" w:eastAsia="Microsoft JhengHei" w:hAnsi="Arial" w:cs="Arial"/>
          <w:b/>
          <w:bCs/>
        </w:rPr>
        <w:t>2</w:t>
      </w:r>
      <w:r w:rsidR="00D04C63" w:rsidRPr="00D04C63">
        <w:rPr>
          <w:rFonts w:ascii="Arial" w:eastAsia="Microsoft JhengHei" w:hAnsi="Arial" w:cs="Arial"/>
          <w:b/>
          <w:bCs/>
        </w:rPr>
        <w:t>4</w:t>
      </w:r>
      <w:r w:rsidR="00223BC4" w:rsidRPr="00D04C63">
        <w:rPr>
          <w:rFonts w:ascii="Arial" w:eastAsia="Microsoft JhengHei" w:hAnsi="Arial" w:cs="Arial"/>
          <w:b/>
          <w:bCs/>
        </w:rPr>
        <w:t>/00</w:t>
      </w:r>
      <w:r w:rsidR="002B62F2">
        <w:rPr>
          <w:rFonts w:ascii="Arial" w:eastAsia="Microsoft JhengHei" w:hAnsi="Arial" w:cs="Arial"/>
          <w:b/>
          <w:bCs/>
        </w:rPr>
        <w:t>7</w:t>
      </w:r>
      <w:r w:rsidR="00223BC4" w:rsidRPr="00D04C63">
        <w:rPr>
          <w:rFonts w:ascii="Arial" w:eastAsia="Microsoft JhengHei" w:hAnsi="Arial" w:cs="Arial"/>
          <w:b/>
          <w:bCs/>
        </w:rPr>
        <w:t xml:space="preserve">), </w:t>
      </w:r>
      <w:r w:rsidRPr="00D04C63">
        <w:rPr>
          <w:rFonts w:ascii="Arial" w:eastAsia="Microsoft JhengHei" w:hAnsi="Arial" w:cs="Arial"/>
          <w:b/>
        </w:rPr>
        <w:t>u</w:t>
      </w:r>
      <w:r w:rsidRPr="00223BC4">
        <w:rPr>
          <w:rFonts w:ascii="Arial" w:eastAsia="Microsoft JhengHei" w:hAnsi="Arial" w:cs="Arial"/>
          <w:b/>
        </w:rPr>
        <w:t>nless otherwise stated in below table.</w:t>
      </w:r>
    </w:p>
    <w:p w14:paraId="140244A5" w14:textId="77777777" w:rsidR="00AC34B4" w:rsidRPr="00AC34B4" w:rsidRDefault="00AC34B4" w:rsidP="00AC34B4">
      <w:pPr>
        <w:autoSpaceDE w:val="0"/>
        <w:autoSpaceDN w:val="0"/>
        <w:adjustRightInd w:val="0"/>
        <w:rPr>
          <w:rFonts w:ascii="Arial" w:eastAsia="Microsoft JhengHei" w:hAnsi="Arial" w:cs="Arial"/>
        </w:rPr>
      </w:pP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1229"/>
        <w:gridCol w:w="4599"/>
        <w:gridCol w:w="2407"/>
      </w:tblGrid>
      <w:tr w:rsidR="00AC34B4" w:rsidRPr="00AC34B4" w14:paraId="635F000E" w14:textId="77777777" w:rsidTr="000D1543">
        <w:trPr>
          <w:trHeight w:val="890"/>
        </w:trPr>
        <w:tc>
          <w:tcPr>
            <w:tcW w:w="957" w:type="dxa"/>
            <w:shd w:val="clear" w:color="auto" w:fill="DBDBDB"/>
          </w:tcPr>
          <w:p w14:paraId="27E3E93F" w14:textId="45E59DB0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Part</w:t>
            </w:r>
          </w:p>
        </w:tc>
        <w:tc>
          <w:tcPr>
            <w:tcW w:w="1229" w:type="dxa"/>
            <w:shd w:val="clear" w:color="auto" w:fill="DBDBDB"/>
          </w:tcPr>
          <w:p w14:paraId="70BED24D" w14:textId="2047A23F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Paragraph</w:t>
            </w:r>
            <w:r w:rsidR="00F12A29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 xml:space="preserve"> / clause</w:t>
            </w:r>
          </w:p>
        </w:tc>
        <w:tc>
          <w:tcPr>
            <w:tcW w:w="4599" w:type="dxa"/>
            <w:shd w:val="clear" w:color="auto" w:fill="DBDBDB"/>
          </w:tcPr>
          <w:p w14:paraId="6396C94F" w14:textId="65D5AE30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u w:val="single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u w:val="single"/>
                <w:lang w:val="en-GB"/>
              </w:rPr>
              <w:t>Deviation/Non-Compliance</w:t>
            </w:r>
          </w:p>
          <w:p w14:paraId="2AB5C6EC" w14:textId="77777777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(Please elaborate scope/nature of deviation/</w:t>
            </w:r>
          </w:p>
          <w:p w14:paraId="1A9D22CE" w14:textId="77777777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non-compliance)</w:t>
            </w:r>
          </w:p>
        </w:tc>
        <w:tc>
          <w:tcPr>
            <w:tcW w:w="2407" w:type="dxa"/>
            <w:shd w:val="clear" w:color="auto" w:fill="DBDBDB"/>
          </w:tcPr>
          <w:p w14:paraId="02BB37F9" w14:textId="77777777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Remarks</w:t>
            </w:r>
          </w:p>
        </w:tc>
      </w:tr>
      <w:tr w:rsidR="00AC34B4" w:rsidRPr="00AC34B4" w14:paraId="4779961D" w14:textId="77777777" w:rsidTr="000D1543">
        <w:trPr>
          <w:trHeight w:val="538"/>
        </w:trPr>
        <w:tc>
          <w:tcPr>
            <w:tcW w:w="957" w:type="dxa"/>
            <w:shd w:val="clear" w:color="auto" w:fill="auto"/>
          </w:tcPr>
          <w:p w14:paraId="4E92068F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531274E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061B199C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58B233C9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04E882E5" w14:textId="77777777" w:rsidTr="000D1543">
        <w:trPr>
          <w:trHeight w:val="525"/>
        </w:trPr>
        <w:tc>
          <w:tcPr>
            <w:tcW w:w="957" w:type="dxa"/>
            <w:shd w:val="clear" w:color="auto" w:fill="auto"/>
          </w:tcPr>
          <w:p w14:paraId="1E80A63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4874362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2D4DA71F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171111E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2B08D2E6" w14:textId="77777777" w:rsidTr="000D1543">
        <w:trPr>
          <w:trHeight w:val="538"/>
        </w:trPr>
        <w:tc>
          <w:tcPr>
            <w:tcW w:w="957" w:type="dxa"/>
            <w:shd w:val="clear" w:color="auto" w:fill="auto"/>
          </w:tcPr>
          <w:p w14:paraId="66F2329A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748C2C9D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409867BD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31D09C4C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7EFCBD7F" w14:textId="77777777" w:rsidTr="000D1543">
        <w:trPr>
          <w:trHeight w:val="538"/>
        </w:trPr>
        <w:tc>
          <w:tcPr>
            <w:tcW w:w="957" w:type="dxa"/>
            <w:shd w:val="clear" w:color="auto" w:fill="auto"/>
          </w:tcPr>
          <w:p w14:paraId="0C8F7961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77303E1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10CA55D1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3D4AF098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12C9D97" w14:textId="77777777" w:rsidTr="000D1543">
        <w:trPr>
          <w:trHeight w:val="538"/>
        </w:trPr>
        <w:tc>
          <w:tcPr>
            <w:tcW w:w="957" w:type="dxa"/>
            <w:shd w:val="clear" w:color="auto" w:fill="auto"/>
          </w:tcPr>
          <w:p w14:paraId="40FEBFE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0813CF44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7B0323D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4282DB8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017B117" w14:textId="77777777" w:rsidTr="000D1543">
        <w:trPr>
          <w:trHeight w:val="525"/>
        </w:trPr>
        <w:tc>
          <w:tcPr>
            <w:tcW w:w="957" w:type="dxa"/>
            <w:shd w:val="clear" w:color="auto" w:fill="auto"/>
          </w:tcPr>
          <w:p w14:paraId="17A671A4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29" w:type="dxa"/>
            <w:shd w:val="clear" w:color="auto" w:fill="auto"/>
          </w:tcPr>
          <w:p w14:paraId="6762548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99" w:type="dxa"/>
            <w:shd w:val="clear" w:color="auto" w:fill="auto"/>
          </w:tcPr>
          <w:p w14:paraId="4250ADFB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407" w:type="dxa"/>
            <w:shd w:val="clear" w:color="auto" w:fill="auto"/>
          </w:tcPr>
          <w:p w14:paraId="2C2F5D36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</w:tbl>
    <w:p w14:paraId="2B079F68" w14:textId="77777777" w:rsidR="00AC34B4" w:rsidRDefault="00AC34B4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1D56D33F" w14:textId="77777777" w:rsidR="000D1543" w:rsidRDefault="000D1543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D872867" w14:textId="77777777" w:rsidR="000D1543" w:rsidRDefault="000D1543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1215356" w14:textId="77777777" w:rsidR="000D1543" w:rsidRPr="000D1543" w:rsidRDefault="000D1543" w:rsidP="000D1543">
      <w:pPr>
        <w:spacing w:line="240" w:lineRule="auto"/>
        <w:jc w:val="both"/>
        <w:rPr>
          <w:rFonts w:ascii="Calibri" w:hAnsi="Calibri" w:cs="Calibri"/>
        </w:rPr>
      </w:pPr>
    </w:p>
    <w:p w14:paraId="3686DF5D" w14:textId="77777777" w:rsidR="000D1543" w:rsidRPr="000D1543" w:rsidRDefault="000D1543" w:rsidP="000D1543">
      <w:pPr>
        <w:spacing w:line="240" w:lineRule="auto"/>
        <w:jc w:val="both"/>
        <w:rPr>
          <w:rFonts w:ascii="Calibri" w:hAnsi="Calibri" w:cs="Calibri"/>
        </w:rPr>
      </w:pPr>
    </w:p>
    <w:p w14:paraId="6F33B372" w14:textId="77777777" w:rsidR="000D1543" w:rsidRPr="000D1543" w:rsidRDefault="000D1543" w:rsidP="000D1543">
      <w:pPr>
        <w:spacing w:line="240" w:lineRule="auto"/>
        <w:jc w:val="both"/>
        <w:rPr>
          <w:rFonts w:ascii="Calibri" w:hAnsi="Calibri" w:cs="Calibri"/>
        </w:rPr>
      </w:pPr>
    </w:p>
    <w:tbl>
      <w:tblPr>
        <w:tblStyle w:val="TableGrid"/>
        <w:tblW w:w="8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5097"/>
      </w:tblGrid>
      <w:tr w:rsidR="000D1543" w14:paraId="1F630807" w14:textId="77777777" w:rsidTr="00284D2C">
        <w:tc>
          <w:tcPr>
            <w:tcW w:w="3420" w:type="dxa"/>
          </w:tcPr>
          <w:p w14:paraId="2D781340" w14:textId="77777777" w:rsidR="000D1543" w:rsidRPr="000D1543" w:rsidRDefault="000D1543" w:rsidP="00D372FA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_______________________________</w:t>
            </w:r>
          </w:p>
          <w:p w14:paraId="72875B62" w14:textId="77777777" w:rsidR="000D1543" w:rsidRPr="000D1543" w:rsidRDefault="000D1543" w:rsidP="00D372FA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Name of Tenderer/Official Stamp/Date</w:t>
            </w:r>
          </w:p>
          <w:p w14:paraId="4DC9B656" w14:textId="77777777" w:rsidR="000D1543" w:rsidRPr="000D1543" w:rsidRDefault="000D1543" w:rsidP="00D372FA">
            <w:pPr>
              <w:pStyle w:val="Level2Number"/>
              <w:numPr>
                <w:ilvl w:val="0"/>
                <w:numId w:val="0"/>
              </w:numPr>
              <w:rPr>
                <w:rFonts w:ascii="Calibri" w:eastAsiaTheme="minorHAnsi" w:hAnsi="Calibri" w:cs="Calibri"/>
                <w:b/>
                <w:bCs w:val="0"/>
                <w:szCs w:val="20"/>
              </w:rPr>
            </w:pPr>
          </w:p>
          <w:p w14:paraId="4E64E545" w14:textId="77777777" w:rsidR="000D1543" w:rsidRDefault="000D1543" w:rsidP="00D372F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8" w:type="dxa"/>
          </w:tcPr>
          <w:p w14:paraId="0FBC74B7" w14:textId="2C3218AB" w:rsidR="000D1543" w:rsidRPr="000D1543" w:rsidRDefault="000D1543" w:rsidP="00D372FA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_____________________________</w:t>
            </w:r>
            <w:r w:rsidR="00284D2C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__________________</w:t>
            </w: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__</w:t>
            </w:r>
          </w:p>
          <w:p w14:paraId="4BD6527E" w14:textId="213B8CE6" w:rsidR="000D1543" w:rsidRPr="000D1543" w:rsidRDefault="000D1543" w:rsidP="00D372FA">
            <w:pPr>
              <w:pStyle w:val="Title"/>
              <w:ind w:right="-694"/>
              <w:jc w:val="left"/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</w:pP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 xml:space="preserve">Name of </w:t>
            </w:r>
            <w:proofErr w:type="spellStart"/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Authorised</w:t>
            </w:r>
            <w:proofErr w:type="spellEnd"/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 xml:space="preserve"> Personnel/Designation/</w:t>
            </w:r>
            <w:r w:rsidR="00284D2C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 xml:space="preserve"> </w:t>
            </w:r>
            <w:r w:rsidRPr="000D1543">
              <w:rPr>
                <w:rFonts w:ascii="Calibri" w:hAnsi="Calibri" w:cs="Calibri"/>
                <w:b w:val="0"/>
                <w:color w:val="auto"/>
                <w:szCs w:val="20"/>
                <w:u w:val="none"/>
              </w:rPr>
              <w:t>Signature/Date</w:t>
            </w:r>
          </w:p>
          <w:p w14:paraId="78278695" w14:textId="77777777" w:rsidR="000D1543" w:rsidRDefault="000D1543" w:rsidP="00D372FA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01CF0463" w14:textId="3537BECC" w:rsidR="00AC34B4" w:rsidRPr="00AC34B4" w:rsidRDefault="00AC34B4" w:rsidP="000D1543"/>
    <w:sectPr w:rsidR="00AC34B4" w:rsidRPr="00AC34B4" w:rsidSect="00284D2C">
      <w:pgSz w:w="11906" w:h="16838"/>
      <w:pgMar w:top="1440" w:right="1196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E63F3" w14:textId="77777777" w:rsidR="00357AAB" w:rsidRDefault="00357AAB">
      <w:pPr>
        <w:spacing w:line="240" w:lineRule="auto"/>
      </w:pPr>
      <w:r>
        <w:separator/>
      </w:r>
    </w:p>
  </w:endnote>
  <w:endnote w:type="continuationSeparator" w:id="0">
    <w:p w14:paraId="1D30A5B5" w14:textId="77777777" w:rsidR="00357AAB" w:rsidRDefault="00357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D3A61" w14:textId="0468AA5A" w:rsidR="007F5593" w:rsidRDefault="007F559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3E5BE8F5" wp14:editId="1FAD9F2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071370" cy="386715"/>
              <wp:effectExtent l="0" t="0" r="5080" b="0"/>
              <wp:wrapNone/>
              <wp:docPr id="372941907" name="Text Box 23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4CD84" w14:textId="540D3E3B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5BE8F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6" type="#_x0000_t202" alt="OFFICIAL (CLOSED) / NON-SENSITIVE" style="position:absolute;margin-left:0;margin-top:0;width:163.1pt;height:30.45pt;z-index:25168076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7C4CD84" w14:textId="540D3E3B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44CB" w14:textId="421B7C77" w:rsidR="00D11452" w:rsidRDefault="007F5593">
    <w:pPr>
      <w:pStyle w:val="Footer"/>
      <w:tabs>
        <w:tab w:val="clear" w:pos="4513"/>
        <w:tab w:val="clear" w:pos="9026"/>
      </w:tabs>
    </w:pPr>
    <w:r>
      <w:rPr>
        <w:noProof/>
      </w:rPr>
      <mc:AlternateContent>
        <mc:Choice Requires="wps">
          <w:drawing>
            <wp:anchor distT="0" distB="0" distL="0" distR="0" simplePos="0" relativeHeight="251681792" behindDoc="0" locked="0" layoutInCell="1" allowOverlap="1" wp14:anchorId="3382BEAB" wp14:editId="5F24CB8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071370" cy="386715"/>
              <wp:effectExtent l="0" t="0" r="5080" b="0"/>
              <wp:wrapNone/>
              <wp:docPr id="14658733" name="Text Box 24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5FCB0" w14:textId="20BBA81B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82BEAB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7" type="#_x0000_t202" alt="OFFICIAL (CLOSED) / NON-SENSITIVE" style="position:absolute;margin-left:0;margin-top:0;width:163.1pt;height:30.45pt;z-index:2516817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005FCB0" w14:textId="20BBA81B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11452">
      <w:fldChar w:fldCharType="begin"/>
    </w:r>
    <w:r w:rsidR="00D11452">
      <w:instrText xml:space="preserve"> COMMENTS  \* MERGEFORMAT </w:instrText>
    </w:r>
    <w:r w:rsidR="00D11452">
      <w:fldChar w:fldCharType="end"/>
    </w:r>
    <w:r w:rsidR="00D11452">
      <w:ptab w:relativeTo="margin" w:alignment="right" w:leader="none"/>
    </w:r>
    <w:r w:rsidR="00D11452">
      <w:t xml:space="preserve">Page </w:t>
    </w:r>
    <w:r w:rsidR="00D11452">
      <w:rPr>
        <w:rStyle w:val="PageNumber"/>
      </w:rPr>
      <w:fldChar w:fldCharType="begin"/>
    </w:r>
    <w:r w:rsidR="00D11452">
      <w:rPr>
        <w:rStyle w:val="PageNumber"/>
      </w:rPr>
      <w:instrText xml:space="preserve"> PAGE </w:instrText>
    </w:r>
    <w:r w:rsidR="00D11452">
      <w:rPr>
        <w:rStyle w:val="PageNumber"/>
      </w:rPr>
      <w:fldChar w:fldCharType="separate"/>
    </w:r>
    <w:r w:rsidR="00DB06BF">
      <w:rPr>
        <w:rStyle w:val="PageNumber"/>
        <w:noProof/>
      </w:rPr>
      <w:t>1</w:t>
    </w:r>
    <w:r w:rsidR="00D11452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10AFE" w14:textId="2EDE4DC4" w:rsidR="007F5593" w:rsidRDefault="007F559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215A25FB" wp14:editId="1465081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071370" cy="386715"/>
              <wp:effectExtent l="0" t="0" r="5080" b="0"/>
              <wp:wrapNone/>
              <wp:docPr id="972360776" name="Text Box 22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1B5D2C" w14:textId="48D22445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A25FB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9" type="#_x0000_t202" alt="OFFICIAL (CLOSED) / NON-SENSITIVE" style="position:absolute;margin-left:0;margin-top:0;width:163.1pt;height:30.45pt;z-index:2516797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241B5D2C" w14:textId="48D22445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A4FCD" w14:textId="77777777" w:rsidR="00357AAB" w:rsidRDefault="00357AAB">
      <w:pPr>
        <w:spacing w:line="240" w:lineRule="auto"/>
      </w:pPr>
      <w:r>
        <w:separator/>
      </w:r>
    </w:p>
  </w:footnote>
  <w:footnote w:type="continuationSeparator" w:id="0">
    <w:p w14:paraId="661756F0" w14:textId="77777777" w:rsidR="00357AAB" w:rsidRDefault="00357A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721EA" w14:textId="7F5FFC12" w:rsidR="007F5593" w:rsidRDefault="007F559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20562AAA" wp14:editId="6DF702A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071370" cy="386715"/>
              <wp:effectExtent l="0" t="0" r="5080" b="13335"/>
              <wp:wrapNone/>
              <wp:docPr id="332272314" name="Text Box 11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DD58DC" w14:textId="53A6D333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562AA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4" type="#_x0000_t202" alt="OFFICIAL (CLOSED) / NON-SENSITIVE" style="position:absolute;margin-left:0;margin-top:0;width:163.1pt;height:30.4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71DD58DC" w14:textId="53A6D333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FF796" w14:textId="0BC029F6" w:rsidR="007F5593" w:rsidRDefault="007F559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61674B8" wp14:editId="21F3715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071370" cy="386715"/>
              <wp:effectExtent l="0" t="0" r="5080" b="13335"/>
              <wp:wrapNone/>
              <wp:docPr id="667943408" name="Text Box 12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D95C6" w14:textId="05A7CD83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674B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5" type="#_x0000_t202" alt="OFFICIAL (CLOSED) / NON-SENSITIVE" style="position:absolute;margin-left:0;margin-top:0;width:163.1pt;height:30.4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703D95C6" w14:textId="05A7CD83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84466" w14:textId="6A223B4E" w:rsidR="007F5593" w:rsidRDefault="007F559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3E4A0A7C" wp14:editId="1D8D85B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071370" cy="386715"/>
              <wp:effectExtent l="0" t="0" r="5080" b="13335"/>
              <wp:wrapNone/>
              <wp:docPr id="1698733162" name="Text Box 10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1370" cy="386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3DA051" w14:textId="2D3C2DAD" w:rsidR="007F5593" w:rsidRPr="007F5593" w:rsidRDefault="007F5593" w:rsidP="007F559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F559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4A0A7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8" type="#_x0000_t202" alt="OFFICIAL (CLOSED) / NON-SENSITIVE" style="position:absolute;margin-left:0;margin-top:0;width:163.1pt;height:30.45pt;z-index:2516674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" filled="f" stroked="f">
              <v:fill o:detectmouseclick="t"/>
              <v:textbox style="mso-fit-shape-to-text:t" inset="0,15pt,0,0">
                <w:txbxContent>
                  <w:p w14:paraId="4E3DA051" w14:textId="2D3C2DAD" w:rsidR="007F5593" w:rsidRPr="007F5593" w:rsidRDefault="007F5593" w:rsidP="007F5593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F5593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34E6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855D4E"/>
    <w:multiLevelType w:val="multilevel"/>
    <w:tmpl w:val="DDD25420"/>
    <w:styleLink w:val="Bullets"/>
    <w:lvl w:ilvl="0">
      <w:start w:val="1"/>
      <w:numFmt w:val="bullet"/>
      <w:pStyle w:val="Bullet"/>
      <w:lvlText w:val=""/>
      <w:lvlJc w:val="left"/>
      <w:pPr>
        <w:ind w:left="720" w:hanging="720"/>
      </w:pPr>
      <w:rPr>
        <w:rFonts w:ascii="Symbol" w:hAnsi="Symbol" w:cs="Symbol"/>
        <w:color w:val="auto"/>
      </w:rPr>
    </w:lvl>
    <w:lvl w:ilvl="1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cs="Times New Roman" w:hint="default"/>
        <w:color w:val="auto"/>
      </w:rPr>
    </w:lvl>
    <w:lvl w:ilvl="3">
      <w:start w:val="1"/>
      <w:numFmt w:val="bullet"/>
      <w:pStyle w:val="Bullet3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Bullet4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362047C"/>
    <w:multiLevelType w:val="hybridMultilevel"/>
    <w:tmpl w:val="3E909C46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07024"/>
    <w:multiLevelType w:val="hybridMultilevel"/>
    <w:tmpl w:val="9EB6415E"/>
    <w:lvl w:ilvl="0" w:tplc="AE8CA76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8C652B1"/>
    <w:multiLevelType w:val="hybridMultilevel"/>
    <w:tmpl w:val="44F840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2B0C4E"/>
    <w:multiLevelType w:val="multilevel"/>
    <w:tmpl w:val="FDB25602"/>
    <w:styleLink w:val="PrecNotes"/>
    <w:lvl w:ilvl="0">
      <w:start w:val="1"/>
      <w:numFmt w:val="decimal"/>
      <w:pStyle w:val="Prec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rec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rec3Number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lowerRoman"/>
      <w:pStyle w:val="Prec4Number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upperLetter"/>
      <w:pStyle w:val="Prec5Number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1477AAB"/>
    <w:multiLevelType w:val="hybridMultilevel"/>
    <w:tmpl w:val="84F8A5AA"/>
    <w:lvl w:ilvl="0" w:tplc="4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1940D6B"/>
    <w:multiLevelType w:val="hybridMultilevel"/>
    <w:tmpl w:val="C43EFA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36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03970"/>
    <w:multiLevelType w:val="hybridMultilevel"/>
    <w:tmpl w:val="83062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4528"/>
    <w:multiLevelType w:val="multilevel"/>
    <w:tmpl w:val="0ABE891C"/>
    <w:name w:val="Definitions"/>
    <w:styleLink w:val="Definitions"/>
    <w:lvl w:ilvl="0">
      <w:start w:val="1"/>
      <w:numFmt w:val="none"/>
      <w:pStyle w:val="Definition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pStyle w:val="Definition4"/>
      <w:lvlText w:val="%5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D6D7B52"/>
    <w:multiLevelType w:val="hybridMultilevel"/>
    <w:tmpl w:val="858E2E2A"/>
    <w:lvl w:ilvl="0" w:tplc="892280C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87C"/>
    <w:multiLevelType w:val="hybridMultilevel"/>
    <w:tmpl w:val="C4569F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4B2A80"/>
    <w:multiLevelType w:val="hybridMultilevel"/>
    <w:tmpl w:val="7C040D56"/>
    <w:lvl w:ilvl="0" w:tplc="4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3E163E"/>
    <w:multiLevelType w:val="multilevel"/>
    <w:tmpl w:val="3202D490"/>
    <w:name w:val="Schedule"/>
    <w:styleLink w:val="Schedules"/>
    <w:lvl w:ilvl="0">
      <w:start w:val="1"/>
      <w:numFmt w:val="upperLetter"/>
      <w:pStyle w:val="Schedule"/>
      <w:lvlText w:val="Schedule %1:"/>
      <w:lvlJc w:val="left"/>
      <w:pPr>
        <w:ind w:left="360" w:hanging="360"/>
      </w:pPr>
      <w:rPr>
        <w:rFonts w:hint="default"/>
      </w:rPr>
    </w:lvl>
    <w:lvl w:ilvl="1">
      <w:numFmt w:val="decimal"/>
      <w:pStyle w:val="SubSchedule"/>
      <w:suff w:val="nothing"/>
      <w:lvlText w:val="Schedule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t"/>
      <w:suff w:val="nothing"/>
      <w:lvlText w:val="Part 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ch1Number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2Number"/>
      <w:lvlText w:val="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Sch3Number"/>
      <w:lvlText w:val="%4.%5.%6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6">
      <w:start w:val="1"/>
      <w:numFmt w:val="lowerLetter"/>
      <w:pStyle w:val="Sch4Number"/>
      <w:lvlText w:val="(%7)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7">
      <w:start w:val="1"/>
      <w:numFmt w:val="lowerRoman"/>
      <w:pStyle w:val="Sch5Number"/>
      <w:lvlText w:val="(%8)"/>
      <w:lvlJc w:val="left"/>
      <w:pPr>
        <w:ind w:left="2160" w:hanging="720"/>
      </w:pPr>
      <w:rPr>
        <w:rFonts w:hint="default"/>
      </w:rPr>
    </w:lvl>
    <w:lvl w:ilvl="8">
      <w:start w:val="1"/>
      <w:numFmt w:val="upperLetter"/>
      <w:pStyle w:val="Sch6Number"/>
      <w:lvlText w:val="(%9)"/>
      <w:lvlJc w:val="left"/>
      <w:pPr>
        <w:ind w:left="2880" w:hanging="720"/>
      </w:pPr>
      <w:rPr>
        <w:rFonts w:hint="default"/>
      </w:rPr>
    </w:lvl>
  </w:abstractNum>
  <w:abstractNum w:abstractNumId="14" w15:restartNumberingAfterBreak="0">
    <w:nsid w:val="3E226B8E"/>
    <w:multiLevelType w:val="multilevel"/>
    <w:tmpl w:val="72CEAA4C"/>
    <w:name w:val="Main"/>
    <w:styleLink w:val="MainNumbering"/>
    <w:lvl w:ilvl="0">
      <w:start w:val="1"/>
      <w:numFmt w:val="decimal"/>
      <w:pStyle w:val="Level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Level4Number"/>
      <w:lvlText w:val="(%4)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Roman"/>
      <w:pStyle w:val="Level5Number"/>
      <w:lvlText w:val="(%5)"/>
      <w:lvlJc w:val="left"/>
      <w:pPr>
        <w:ind w:left="2160" w:hanging="720"/>
      </w:pPr>
      <w:rPr>
        <w:rFonts w:hint="default"/>
        <w:b w:val="0"/>
        <w:bCs w:val="0"/>
        <w:i w:val="0"/>
        <w:iCs w:val="0"/>
      </w:rPr>
    </w:lvl>
    <w:lvl w:ilvl="5">
      <w:start w:val="1"/>
      <w:numFmt w:val="upperLetter"/>
      <w:pStyle w:val="Level6Number"/>
      <w:lvlText w:val="(%6)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pStyle w:val="Level7Number"/>
      <w:lvlText w:val="%7)"/>
      <w:lvlJc w:val="left"/>
      <w:pPr>
        <w:ind w:left="3600" w:hanging="720"/>
      </w:pPr>
      <w:rPr>
        <w:rFonts w:hint="default"/>
      </w:rPr>
    </w:lvl>
    <w:lvl w:ilvl="7">
      <w:start w:val="1"/>
      <w:numFmt w:val="lowerLetter"/>
      <w:pStyle w:val="Level8Number"/>
      <w:lvlText w:val="%8)"/>
      <w:lvlJc w:val="left"/>
      <w:pPr>
        <w:ind w:left="4321" w:hanging="721"/>
      </w:pPr>
      <w:rPr>
        <w:rFonts w:hint="default"/>
      </w:rPr>
    </w:lvl>
    <w:lvl w:ilvl="8">
      <w:start w:val="1"/>
      <w:numFmt w:val="lowerRoman"/>
      <w:lvlText w:val="%9)"/>
      <w:lvlJc w:val="left"/>
      <w:pPr>
        <w:ind w:left="5041" w:hanging="720"/>
      </w:pPr>
      <w:rPr>
        <w:rFonts w:hint="default"/>
      </w:rPr>
    </w:lvl>
  </w:abstractNum>
  <w:abstractNum w:abstractNumId="15" w15:restartNumberingAfterBreak="0">
    <w:nsid w:val="4BD3210D"/>
    <w:multiLevelType w:val="hybridMultilevel"/>
    <w:tmpl w:val="68FCF5D4"/>
    <w:lvl w:ilvl="0" w:tplc="56F2100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200018E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5074E73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F91E8AD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27960C24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32707ADC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E6FAB4F8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46B041BA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D34CB73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6" w15:restartNumberingAfterBreak="0">
    <w:nsid w:val="4C9E1F54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50C046A"/>
    <w:multiLevelType w:val="multilevel"/>
    <w:tmpl w:val="1A381E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95432BD"/>
    <w:multiLevelType w:val="singleLevel"/>
    <w:tmpl w:val="6CD0D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 w15:restartNumberingAfterBreak="0">
    <w:nsid w:val="5F4E7D11"/>
    <w:multiLevelType w:val="multilevel"/>
    <w:tmpl w:val="39F259B4"/>
    <w:lvl w:ilvl="0">
      <w:start w:val="31"/>
      <w:numFmt w:val="decimal"/>
      <w:lvlText w:val="%1."/>
      <w:lvlJc w:val="left"/>
      <w:pPr>
        <w:ind w:left="3698" w:hanging="720"/>
      </w:pPr>
      <w:rPr>
        <w:rFonts w:ascii="Calibri" w:hAnsi="Calibri" w:hint="default"/>
        <w:b/>
        <w:sz w:val="24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upperLetter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F6C74A7"/>
    <w:multiLevelType w:val="multilevel"/>
    <w:tmpl w:val="5F0E2AF8"/>
    <w:name w:val="Intro"/>
    <w:styleLink w:val="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0D21424"/>
    <w:multiLevelType w:val="hybridMultilevel"/>
    <w:tmpl w:val="A3B4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A5B75"/>
    <w:multiLevelType w:val="hybridMultilevel"/>
    <w:tmpl w:val="A4F24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EE7FA7"/>
    <w:multiLevelType w:val="hybridMultilevel"/>
    <w:tmpl w:val="86200EA8"/>
    <w:lvl w:ilvl="0" w:tplc="A9DAA22E">
      <w:start w:val="1"/>
      <w:numFmt w:val="lowerRoman"/>
      <w:lvlText w:val="(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8E7559"/>
    <w:multiLevelType w:val="multilevel"/>
    <w:tmpl w:val="6D167AC6"/>
    <w:styleLink w:val="Appendices"/>
    <w:lvl w:ilvl="0">
      <w:start w:val="1"/>
      <w:numFmt w:val="upperLetter"/>
      <w:pStyle w:val="Appendix"/>
      <w:suff w:val="nothing"/>
      <w:lvlText w:val="Appendix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Part"/>
      <w:suff w:val="nothing"/>
      <w:lvlText w:val="Part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pp1Number"/>
      <w:lvlText w:val="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pp2Number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App3Number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pStyle w:val="App4Number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Roman"/>
      <w:pStyle w:val="App5Number"/>
      <w:lvlText w:val="(%7)"/>
      <w:lvlJc w:val="left"/>
      <w:pPr>
        <w:ind w:left="2160" w:hanging="720"/>
      </w:pPr>
      <w:rPr>
        <w:rFonts w:hint="default"/>
      </w:rPr>
    </w:lvl>
    <w:lvl w:ilvl="7">
      <w:start w:val="1"/>
      <w:numFmt w:val="upperLetter"/>
      <w:pStyle w:val="App6Number"/>
      <w:lvlText w:val="(%8)"/>
      <w:lvlJc w:val="left"/>
      <w:pPr>
        <w:ind w:left="2880" w:hanging="1287"/>
      </w:pPr>
      <w:rPr>
        <w:rFonts w:hint="default"/>
      </w:rPr>
    </w:lvl>
    <w:lvl w:ilvl="8">
      <w:start w:val="1"/>
      <w:numFmt w:val="none"/>
      <w:lvlText w:val=""/>
      <w:lvlJc w:val="left"/>
      <w:pPr>
        <w:ind w:left="3601" w:hanging="721"/>
      </w:pPr>
      <w:rPr>
        <w:rFonts w:hint="default"/>
      </w:rPr>
    </w:lvl>
  </w:abstractNum>
  <w:abstractNum w:abstractNumId="25" w15:restartNumberingAfterBreak="0">
    <w:nsid w:val="740A77DC"/>
    <w:multiLevelType w:val="multilevel"/>
    <w:tmpl w:val="4022C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016" w:hanging="576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312"/>
        </w:tabs>
        <w:ind w:left="3168" w:hanging="576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hint="default"/>
      </w:rPr>
    </w:lvl>
  </w:abstractNum>
  <w:abstractNum w:abstractNumId="26" w15:restartNumberingAfterBreak="0">
    <w:nsid w:val="77B701DF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731201200">
    <w:abstractNumId w:val="14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" w16cid:durableId="1026180446">
    <w:abstractNumId w:val="13"/>
    <w:lvlOverride w:ilvl="0">
      <w:lvl w:ilvl="0">
        <w:start w:val="1"/>
        <w:numFmt w:val="decimal"/>
        <w:pStyle w:val="Schedule"/>
        <w:lvlText w:val="Schedule %1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 w:tentative="1">
        <w:start w:val="1"/>
        <w:numFmt w:val="lowerLetter"/>
        <w:pStyle w:val="SubSchedule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Part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pStyle w:val="Sch1Number"/>
        <w:lvlText w:val="%4."/>
        <w:lvlJc w:val="left"/>
        <w:pPr>
          <w:ind w:left="360" w:hanging="360"/>
        </w:pPr>
      </w:lvl>
    </w:lvlOverride>
    <w:lvlOverride w:ilvl="4">
      <w:lvl w:ilvl="4">
        <w:start w:val="1"/>
        <w:numFmt w:val="lowerLetter"/>
        <w:pStyle w:val="Sch2Numb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Sch3Number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pStyle w:val="Sch4Number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Sch5Numb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Sch6Number"/>
        <w:lvlText w:val="%9."/>
        <w:lvlJc w:val="right"/>
        <w:pPr>
          <w:ind w:left="6120" w:hanging="180"/>
        </w:pPr>
      </w:lvl>
    </w:lvlOverride>
  </w:num>
  <w:num w:numId="3" w16cid:durableId="855537381">
    <w:abstractNumId w:val="9"/>
  </w:num>
  <w:num w:numId="4" w16cid:durableId="893466324">
    <w:abstractNumId w:val="20"/>
  </w:num>
  <w:num w:numId="5" w16cid:durableId="298996126">
    <w:abstractNumId w:val="1"/>
  </w:num>
  <w:num w:numId="6" w16cid:durableId="2010475583">
    <w:abstractNumId w:val="5"/>
  </w:num>
  <w:num w:numId="7" w16cid:durableId="1985235340">
    <w:abstractNumId w:val="24"/>
  </w:num>
  <w:num w:numId="8" w16cid:durableId="568812462">
    <w:abstractNumId w:val="25"/>
  </w:num>
  <w:num w:numId="9" w16cid:durableId="1960067349">
    <w:abstractNumId w:val="14"/>
  </w:num>
  <w:num w:numId="10" w16cid:durableId="1831823404">
    <w:abstractNumId w:val="18"/>
    <w:lvlOverride w:ilvl="0">
      <w:startOverride w:val="2"/>
    </w:lvlOverride>
  </w:num>
  <w:num w:numId="11" w16cid:durableId="4871374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8118416">
    <w:abstractNumId w:val="13"/>
  </w:num>
  <w:num w:numId="13" w16cid:durableId="1068070460">
    <w:abstractNumId w:val="7"/>
  </w:num>
  <w:num w:numId="14" w16cid:durableId="926889382">
    <w:abstractNumId w:val="14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15" w16cid:durableId="575168410">
    <w:abstractNumId w:val="14"/>
    <w:lvlOverride w:ilvl="0">
      <w:startOverride w:val="1"/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startOverride w:val="1"/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startOverride w:val="1"/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startOverride w:val="1"/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16" w16cid:durableId="8721513">
    <w:abstractNumId w:val="19"/>
  </w:num>
  <w:num w:numId="17" w16cid:durableId="1369185800">
    <w:abstractNumId w:val="15"/>
  </w:num>
  <w:num w:numId="18" w16cid:durableId="1354771143">
    <w:abstractNumId w:val="8"/>
  </w:num>
  <w:num w:numId="19" w16cid:durableId="1060785368">
    <w:abstractNumId w:val="2"/>
  </w:num>
  <w:num w:numId="20" w16cid:durableId="208223824">
    <w:abstractNumId w:val="17"/>
  </w:num>
  <w:num w:numId="21" w16cid:durableId="2025396926">
    <w:abstractNumId w:val="15"/>
  </w:num>
  <w:num w:numId="22" w16cid:durableId="165025399">
    <w:abstractNumId w:val="21"/>
  </w:num>
  <w:num w:numId="23" w16cid:durableId="1468863422">
    <w:abstractNumId w:val="14"/>
    <w:lvlOverride w:ilvl="0">
      <w:lvl w:ilvl="0">
        <w:start w:val="1"/>
        <w:numFmt w:val="lowerRoman"/>
        <w:pStyle w:val="Level1Heading"/>
        <w:lvlText w:val="(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Level2Numb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pStyle w:val="Level3Number"/>
        <w:lvlText w:val="%3."/>
        <w:lvlJc w:val="right"/>
        <w:pPr>
          <w:ind w:left="2520" w:hanging="180"/>
        </w:pPr>
      </w:lvl>
    </w:lvlOverride>
    <w:lvlOverride w:ilvl="3">
      <w:lvl w:ilvl="3">
        <w:start w:val="1"/>
        <w:numFmt w:val="decimal"/>
        <w:pStyle w:val="Level4Number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pStyle w:val="Level5Numb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pStyle w:val="Level6Number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pStyle w:val="Level7Number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pStyle w:val="Level8Numb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24" w16cid:durableId="1216235448">
    <w:abstractNumId w:val="23"/>
  </w:num>
  <w:num w:numId="25" w16cid:durableId="172427391">
    <w:abstractNumId w:val="14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6" w16cid:durableId="2137332889">
    <w:abstractNumId w:val="10"/>
  </w:num>
  <w:num w:numId="27" w16cid:durableId="158692629">
    <w:abstractNumId w:val="14"/>
    <w:lvlOverride w:ilvl="0">
      <w:startOverride w:val="1"/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startOverride w:val="1"/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startOverride w:val="1"/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startOverride w:val="1"/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8" w16cid:durableId="1387216436">
    <w:abstractNumId w:val="0"/>
  </w:num>
  <w:num w:numId="29" w16cid:durableId="1133642372">
    <w:abstractNumId w:val="16"/>
  </w:num>
  <w:num w:numId="30" w16cid:durableId="1418331128">
    <w:abstractNumId w:val="26"/>
  </w:num>
  <w:num w:numId="31" w16cid:durableId="561142335">
    <w:abstractNumId w:val="11"/>
  </w:num>
  <w:num w:numId="32" w16cid:durableId="1067922778">
    <w:abstractNumId w:val="6"/>
  </w:num>
  <w:num w:numId="33" w16cid:durableId="939214992">
    <w:abstractNumId w:val="12"/>
  </w:num>
  <w:num w:numId="34" w16cid:durableId="63115281">
    <w:abstractNumId w:val="22"/>
  </w:num>
  <w:num w:numId="35" w16cid:durableId="14143505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attachedTemplate r:id="rId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E9"/>
    <w:rsid w:val="00000336"/>
    <w:rsid w:val="000038A1"/>
    <w:rsid w:val="00005D42"/>
    <w:rsid w:val="00012F53"/>
    <w:rsid w:val="00013641"/>
    <w:rsid w:val="000140F1"/>
    <w:rsid w:val="000230B0"/>
    <w:rsid w:val="00023DE1"/>
    <w:rsid w:val="00024A02"/>
    <w:rsid w:val="00026BA6"/>
    <w:rsid w:val="00033BBA"/>
    <w:rsid w:val="00034791"/>
    <w:rsid w:val="00036A64"/>
    <w:rsid w:val="0003779A"/>
    <w:rsid w:val="00044DB0"/>
    <w:rsid w:val="000460AA"/>
    <w:rsid w:val="000527D6"/>
    <w:rsid w:val="0005323C"/>
    <w:rsid w:val="000549E9"/>
    <w:rsid w:val="00054AA7"/>
    <w:rsid w:val="000614F6"/>
    <w:rsid w:val="0006175D"/>
    <w:rsid w:val="000618D8"/>
    <w:rsid w:val="000635F8"/>
    <w:rsid w:val="00063AB8"/>
    <w:rsid w:val="000644E9"/>
    <w:rsid w:val="00065D35"/>
    <w:rsid w:val="00066189"/>
    <w:rsid w:val="00066888"/>
    <w:rsid w:val="000712B3"/>
    <w:rsid w:val="00071CEF"/>
    <w:rsid w:val="00073805"/>
    <w:rsid w:val="000741E3"/>
    <w:rsid w:val="00075E2D"/>
    <w:rsid w:val="00077D1E"/>
    <w:rsid w:val="00080B19"/>
    <w:rsid w:val="000827D4"/>
    <w:rsid w:val="00082E91"/>
    <w:rsid w:val="00083206"/>
    <w:rsid w:val="000838D6"/>
    <w:rsid w:val="000844B5"/>
    <w:rsid w:val="00085BC9"/>
    <w:rsid w:val="000864BD"/>
    <w:rsid w:val="00090595"/>
    <w:rsid w:val="0009251C"/>
    <w:rsid w:val="000A22C8"/>
    <w:rsid w:val="000A3DAD"/>
    <w:rsid w:val="000A70E5"/>
    <w:rsid w:val="000B5B1C"/>
    <w:rsid w:val="000B724E"/>
    <w:rsid w:val="000C002D"/>
    <w:rsid w:val="000C650E"/>
    <w:rsid w:val="000D030F"/>
    <w:rsid w:val="000D1543"/>
    <w:rsid w:val="000D4AE9"/>
    <w:rsid w:val="000D5B5C"/>
    <w:rsid w:val="000D68E8"/>
    <w:rsid w:val="000E2605"/>
    <w:rsid w:val="000E69A1"/>
    <w:rsid w:val="000F0815"/>
    <w:rsid w:val="000F110A"/>
    <w:rsid w:val="000F5ADC"/>
    <w:rsid w:val="000F78C1"/>
    <w:rsid w:val="00105987"/>
    <w:rsid w:val="0011000E"/>
    <w:rsid w:val="001108AC"/>
    <w:rsid w:val="0011646E"/>
    <w:rsid w:val="0012315B"/>
    <w:rsid w:val="00124327"/>
    <w:rsid w:val="0012514E"/>
    <w:rsid w:val="00125873"/>
    <w:rsid w:val="00130968"/>
    <w:rsid w:val="00133C12"/>
    <w:rsid w:val="0014051F"/>
    <w:rsid w:val="001431BD"/>
    <w:rsid w:val="001468BF"/>
    <w:rsid w:val="001501BB"/>
    <w:rsid w:val="00151A0D"/>
    <w:rsid w:val="00153090"/>
    <w:rsid w:val="0015367D"/>
    <w:rsid w:val="00154758"/>
    <w:rsid w:val="0016104F"/>
    <w:rsid w:val="00163860"/>
    <w:rsid w:val="0016502E"/>
    <w:rsid w:val="00175991"/>
    <w:rsid w:val="001768B4"/>
    <w:rsid w:val="00183FE6"/>
    <w:rsid w:val="00185CC3"/>
    <w:rsid w:val="00186D7E"/>
    <w:rsid w:val="00190B25"/>
    <w:rsid w:val="00195F7F"/>
    <w:rsid w:val="001966E2"/>
    <w:rsid w:val="001A02D9"/>
    <w:rsid w:val="001A0E66"/>
    <w:rsid w:val="001A3639"/>
    <w:rsid w:val="001A43CD"/>
    <w:rsid w:val="001B58B8"/>
    <w:rsid w:val="001C089B"/>
    <w:rsid w:val="001C0C17"/>
    <w:rsid w:val="001C1B19"/>
    <w:rsid w:val="001C1C1E"/>
    <w:rsid w:val="001C1C95"/>
    <w:rsid w:val="001C2716"/>
    <w:rsid w:val="001C3CA1"/>
    <w:rsid w:val="001C4C1A"/>
    <w:rsid w:val="001D5834"/>
    <w:rsid w:val="001E0A7F"/>
    <w:rsid w:val="001E3D83"/>
    <w:rsid w:val="001E530D"/>
    <w:rsid w:val="001E6603"/>
    <w:rsid w:val="001F1334"/>
    <w:rsid w:val="001F3E47"/>
    <w:rsid w:val="001F3F11"/>
    <w:rsid w:val="001F4EEE"/>
    <w:rsid w:val="001F502E"/>
    <w:rsid w:val="001F56E3"/>
    <w:rsid w:val="001F70AC"/>
    <w:rsid w:val="001F777D"/>
    <w:rsid w:val="0020286F"/>
    <w:rsid w:val="00203134"/>
    <w:rsid w:val="00203817"/>
    <w:rsid w:val="00203A26"/>
    <w:rsid w:val="00204438"/>
    <w:rsid w:val="00205615"/>
    <w:rsid w:val="002064A0"/>
    <w:rsid w:val="002078F8"/>
    <w:rsid w:val="00210DAE"/>
    <w:rsid w:val="00211276"/>
    <w:rsid w:val="00211B5B"/>
    <w:rsid w:val="002137D0"/>
    <w:rsid w:val="00214531"/>
    <w:rsid w:val="00222F4E"/>
    <w:rsid w:val="00223BC4"/>
    <w:rsid w:val="00226BE4"/>
    <w:rsid w:val="002279AF"/>
    <w:rsid w:val="002333CE"/>
    <w:rsid w:val="00233BBB"/>
    <w:rsid w:val="002351CF"/>
    <w:rsid w:val="00237D94"/>
    <w:rsid w:val="002413AF"/>
    <w:rsid w:val="00243630"/>
    <w:rsid w:val="00244238"/>
    <w:rsid w:val="002451B7"/>
    <w:rsid w:val="00245465"/>
    <w:rsid w:val="00253D58"/>
    <w:rsid w:val="002558D4"/>
    <w:rsid w:val="00260F5D"/>
    <w:rsid w:val="0026547C"/>
    <w:rsid w:val="0027379C"/>
    <w:rsid w:val="00273F45"/>
    <w:rsid w:val="00276D5A"/>
    <w:rsid w:val="00281128"/>
    <w:rsid w:val="00281544"/>
    <w:rsid w:val="00284BA6"/>
    <w:rsid w:val="00284D2C"/>
    <w:rsid w:val="00286057"/>
    <w:rsid w:val="00291ED9"/>
    <w:rsid w:val="00293217"/>
    <w:rsid w:val="00294173"/>
    <w:rsid w:val="00294839"/>
    <w:rsid w:val="002A2B9F"/>
    <w:rsid w:val="002A4688"/>
    <w:rsid w:val="002A5484"/>
    <w:rsid w:val="002B12CD"/>
    <w:rsid w:val="002B2C0E"/>
    <w:rsid w:val="002B5FA4"/>
    <w:rsid w:val="002B62F2"/>
    <w:rsid w:val="002C0186"/>
    <w:rsid w:val="002C25AD"/>
    <w:rsid w:val="002C4683"/>
    <w:rsid w:val="002C527C"/>
    <w:rsid w:val="002C7320"/>
    <w:rsid w:val="002D5AF6"/>
    <w:rsid w:val="002E1571"/>
    <w:rsid w:val="002E6FD3"/>
    <w:rsid w:val="002F0556"/>
    <w:rsid w:val="002F0854"/>
    <w:rsid w:val="002F3022"/>
    <w:rsid w:val="002F60D6"/>
    <w:rsid w:val="002F7BF6"/>
    <w:rsid w:val="00300B4B"/>
    <w:rsid w:val="00306A76"/>
    <w:rsid w:val="00317891"/>
    <w:rsid w:val="003178B8"/>
    <w:rsid w:val="0032567E"/>
    <w:rsid w:val="0033205A"/>
    <w:rsid w:val="003375E5"/>
    <w:rsid w:val="0033778A"/>
    <w:rsid w:val="00337EDB"/>
    <w:rsid w:val="00340CCF"/>
    <w:rsid w:val="00341949"/>
    <w:rsid w:val="00350B2C"/>
    <w:rsid w:val="0035109D"/>
    <w:rsid w:val="00351AF0"/>
    <w:rsid w:val="00351CA3"/>
    <w:rsid w:val="00351E9F"/>
    <w:rsid w:val="00355068"/>
    <w:rsid w:val="003570E9"/>
    <w:rsid w:val="00357AAB"/>
    <w:rsid w:val="00357ED6"/>
    <w:rsid w:val="00357F1E"/>
    <w:rsid w:val="00360877"/>
    <w:rsid w:val="0036206F"/>
    <w:rsid w:val="0036365C"/>
    <w:rsid w:val="003648C4"/>
    <w:rsid w:val="00365E8F"/>
    <w:rsid w:val="00367C87"/>
    <w:rsid w:val="00367D3E"/>
    <w:rsid w:val="003733FC"/>
    <w:rsid w:val="003951BD"/>
    <w:rsid w:val="003A026C"/>
    <w:rsid w:val="003A1FD5"/>
    <w:rsid w:val="003A2A85"/>
    <w:rsid w:val="003A3267"/>
    <w:rsid w:val="003A56EF"/>
    <w:rsid w:val="003A5A47"/>
    <w:rsid w:val="003B1D15"/>
    <w:rsid w:val="003B30D7"/>
    <w:rsid w:val="003B46B3"/>
    <w:rsid w:val="003C0666"/>
    <w:rsid w:val="003C0D9B"/>
    <w:rsid w:val="003C1620"/>
    <w:rsid w:val="003C3A1A"/>
    <w:rsid w:val="003C6490"/>
    <w:rsid w:val="003D0949"/>
    <w:rsid w:val="003D0C57"/>
    <w:rsid w:val="003D6A0D"/>
    <w:rsid w:val="003E0D43"/>
    <w:rsid w:val="003E0DB5"/>
    <w:rsid w:val="003E1C08"/>
    <w:rsid w:val="003E1FEF"/>
    <w:rsid w:val="003E5605"/>
    <w:rsid w:val="003E5E1C"/>
    <w:rsid w:val="003E65B6"/>
    <w:rsid w:val="003F1B7C"/>
    <w:rsid w:val="003F30F0"/>
    <w:rsid w:val="003F4A97"/>
    <w:rsid w:val="003F52BB"/>
    <w:rsid w:val="004006B6"/>
    <w:rsid w:val="00407183"/>
    <w:rsid w:val="00407C56"/>
    <w:rsid w:val="004107A3"/>
    <w:rsid w:val="00410CC8"/>
    <w:rsid w:val="004111D7"/>
    <w:rsid w:val="00415F28"/>
    <w:rsid w:val="00421B38"/>
    <w:rsid w:val="0042653F"/>
    <w:rsid w:val="00430B00"/>
    <w:rsid w:val="004339FD"/>
    <w:rsid w:val="00436D7C"/>
    <w:rsid w:val="00442456"/>
    <w:rsid w:val="00442E59"/>
    <w:rsid w:val="00445EB0"/>
    <w:rsid w:val="004479D6"/>
    <w:rsid w:val="004514AE"/>
    <w:rsid w:val="004524D2"/>
    <w:rsid w:val="00454A28"/>
    <w:rsid w:val="004553F3"/>
    <w:rsid w:val="0045693E"/>
    <w:rsid w:val="0045712D"/>
    <w:rsid w:val="00460595"/>
    <w:rsid w:val="00460D75"/>
    <w:rsid w:val="00464727"/>
    <w:rsid w:val="004733BB"/>
    <w:rsid w:val="00474AD9"/>
    <w:rsid w:val="00477624"/>
    <w:rsid w:val="00477ECA"/>
    <w:rsid w:val="00480B6E"/>
    <w:rsid w:val="00482F54"/>
    <w:rsid w:val="0048356F"/>
    <w:rsid w:val="00487CE6"/>
    <w:rsid w:val="00494AC2"/>
    <w:rsid w:val="00495AEA"/>
    <w:rsid w:val="00496056"/>
    <w:rsid w:val="00497107"/>
    <w:rsid w:val="004A221C"/>
    <w:rsid w:val="004A4EAC"/>
    <w:rsid w:val="004A5481"/>
    <w:rsid w:val="004A5976"/>
    <w:rsid w:val="004B0E80"/>
    <w:rsid w:val="004B2E88"/>
    <w:rsid w:val="004B51CB"/>
    <w:rsid w:val="004B5248"/>
    <w:rsid w:val="004B5346"/>
    <w:rsid w:val="004B5BCD"/>
    <w:rsid w:val="004C2A64"/>
    <w:rsid w:val="004C36C8"/>
    <w:rsid w:val="004C4EEC"/>
    <w:rsid w:val="004C5B48"/>
    <w:rsid w:val="004D1D74"/>
    <w:rsid w:val="004E0A27"/>
    <w:rsid w:val="004E2417"/>
    <w:rsid w:val="004E6C20"/>
    <w:rsid w:val="004F0F64"/>
    <w:rsid w:val="004F3B2D"/>
    <w:rsid w:val="004F5DED"/>
    <w:rsid w:val="004F6BAC"/>
    <w:rsid w:val="004F722F"/>
    <w:rsid w:val="00502048"/>
    <w:rsid w:val="005036E7"/>
    <w:rsid w:val="00503D6E"/>
    <w:rsid w:val="00503FAA"/>
    <w:rsid w:val="00507581"/>
    <w:rsid w:val="00515DE6"/>
    <w:rsid w:val="00520CBB"/>
    <w:rsid w:val="00521345"/>
    <w:rsid w:val="00524812"/>
    <w:rsid w:val="00525A1E"/>
    <w:rsid w:val="00526B51"/>
    <w:rsid w:val="00534C98"/>
    <w:rsid w:val="0053670B"/>
    <w:rsid w:val="005377A1"/>
    <w:rsid w:val="00546C64"/>
    <w:rsid w:val="005504DD"/>
    <w:rsid w:val="0055088D"/>
    <w:rsid w:val="00550C90"/>
    <w:rsid w:val="005525B8"/>
    <w:rsid w:val="00553B3B"/>
    <w:rsid w:val="00555066"/>
    <w:rsid w:val="005579FB"/>
    <w:rsid w:val="00563C58"/>
    <w:rsid w:val="00571EC6"/>
    <w:rsid w:val="0057424B"/>
    <w:rsid w:val="00575B8E"/>
    <w:rsid w:val="00577CE8"/>
    <w:rsid w:val="00580AB6"/>
    <w:rsid w:val="00580D60"/>
    <w:rsid w:val="0058287A"/>
    <w:rsid w:val="00582AC3"/>
    <w:rsid w:val="00587B16"/>
    <w:rsid w:val="005906AC"/>
    <w:rsid w:val="005928C7"/>
    <w:rsid w:val="005933FF"/>
    <w:rsid w:val="00594663"/>
    <w:rsid w:val="00595278"/>
    <w:rsid w:val="00595E9B"/>
    <w:rsid w:val="00597FD7"/>
    <w:rsid w:val="005A49B0"/>
    <w:rsid w:val="005A5BFE"/>
    <w:rsid w:val="005B2419"/>
    <w:rsid w:val="005B247F"/>
    <w:rsid w:val="005B265B"/>
    <w:rsid w:val="005B700B"/>
    <w:rsid w:val="005C0FA4"/>
    <w:rsid w:val="005C523F"/>
    <w:rsid w:val="005D44C9"/>
    <w:rsid w:val="005D7633"/>
    <w:rsid w:val="005E1002"/>
    <w:rsid w:val="005E5EC1"/>
    <w:rsid w:val="005E5FEE"/>
    <w:rsid w:val="005F08E9"/>
    <w:rsid w:val="005F1A8B"/>
    <w:rsid w:val="005F2674"/>
    <w:rsid w:val="005F352F"/>
    <w:rsid w:val="005F5AE6"/>
    <w:rsid w:val="00600ED1"/>
    <w:rsid w:val="00600FF3"/>
    <w:rsid w:val="0060346F"/>
    <w:rsid w:val="006057B8"/>
    <w:rsid w:val="00605B4E"/>
    <w:rsid w:val="00606511"/>
    <w:rsid w:val="0061032F"/>
    <w:rsid w:val="00610B11"/>
    <w:rsid w:val="00634AC4"/>
    <w:rsid w:val="00635CAF"/>
    <w:rsid w:val="00636E40"/>
    <w:rsid w:val="00636EA5"/>
    <w:rsid w:val="00641EB2"/>
    <w:rsid w:val="00642E3E"/>
    <w:rsid w:val="00643473"/>
    <w:rsid w:val="0064418A"/>
    <w:rsid w:val="006534F2"/>
    <w:rsid w:val="0065681D"/>
    <w:rsid w:val="00656E73"/>
    <w:rsid w:val="00660614"/>
    <w:rsid w:val="00662850"/>
    <w:rsid w:val="00665BD5"/>
    <w:rsid w:val="006674CA"/>
    <w:rsid w:val="0067442D"/>
    <w:rsid w:val="00675299"/>
    <w:rsid w:val="00675467"/>
    <w:rsid w:val="00677568"/>
    <w:rsid w:val="00680F92"/>
    <w:rsid w:val="0068786F"/>
    <w:rsid w:val="0069203E"/>
    <w:rsid w:val="0069284D"/>
    <w:rsid w:val="00697928"/>
    <w:rsid w:val="006A07F4"/>
    <w:rsid w:val="006A142E"/>
    <w:rsid w:val="006A2FCF"/>
    <w:rsid w:val="006A3A60"/>
    <w:rsid w:val="006A6D65"/>
    <w:rsid w:val="006B052F"/>
    <w:rsid w:val="006B1AF0"/>
    <w:rsid w:val="006B344A"/>
    <w:rsid w:val="006B56D4"/>
    <w:rsid w:val="006C360F"/>
    <w:rsid w:val="006C367C"/>
    <w:rsid w:val="006C3F0F"/>
    <w:rsid w:val="006C58D9"/>
    <w:rsid w:val="006C6845"/>
    <w:rsid w:val="006D17DD"/>
    <w:rsid w:val="006D30DC"/>
    <w:rsid w:val="006D3DE4"/>
    <w:rsid w:val="006D5A82"/>
    <w:rsid w:val="006D6DC4"/>
    <w:rsid w:val="006E00AC"/>
    <w:rsid w:val="006E471B"/>
    <w:rsid w:val="006E73A5"/>
    <w:rsid w:val="006E7C07"/>
    <w:rsid w:val="006F1604"/>
    <w:rsid w:val="006F61C6"/>
    <w:rsid w:val="0070294A"/>
    <w:rsid w:val="00703F52"/>
    <w:rsid w:val="007122FD"/>
    <w:rsid w:val="007140E1"/>
    <w:rsid w:val="00714C6D"/>
    <w:rsid w:val="0071626D"/>
    <w:rsid w:val="007207E0"/>
    <w:rsid w:val="0072178D"/>
    <w:rsid w:val="00722BA4"/>
    <w:rsid w:val="00722CEE"/>
    <w:rsid w:val="007279E3"/>
    <w:rsid w:val="00733A44"/>
    <w:rsid w:val="00736001"/>
    <w:rsid w:val="0073610A"/>
    <w:rsid w:val="007412DB"/>
    <w:rsid w:val="00741E82"/>
    <w:rsid w:val="007446BF"/>
    <w:rsid w:val="00745C9B"/>
    <w:rsid w:val="00751532"/>
    <w:rsid w:val="00753574"/>
    <w:rsid w:val="00755AF9"/>
    <w:rsid w:val="00760D71"/>
    <w:rsid w:val="00761AB0"/>
    <w:rsid w:val="00763E9C"/>
    <w:rsid w:val="00765B81"/>
    <w:rsid w:val="0077658F"/>
    <w:rsid w:val="0077700B"/>
    <w:rsid w:val="00780D06"/>
    <w:rsid w:val="0078293E"/>
    <w:rsid w:val="007865E1"/>
    <w:rsid w:val="0079157F"/>
    <w:rsid w:val="00795A4E"/>
    <w:rsid w:val="00797EFC"/>
    <w:rsid w:val="007A5F33"/>
    <w:rsid w:val="007A6B4D"/>
    <w:rsid w:val="007A79CE"/>
    <w:rsid w:val="007B6203"/>
    <w:rsid w:val="007B6E08"/>
    <w:rsid w:val="007C27DD"/>
    <w:rsid w:val="007C4A55"/>
    <w:rsid w:val="007C65D7"/>
    <w:rsid w:val="007C7405"/>
    <w:rsid w:val="007D539B"/>
    <w:rsid w:val="007D53D7"/>
    <w:rsid w:val="007D6428"/>
    <w:rsid w:val="007D74EA"/>
    <w:rsid w:val="007E2C70"/>
    <w:rsid w:val="007E41EB"/>
    <w:rsid w:val="007E5FAA"/>
    <w:rsid w:val="007E7206"/>
    <w:rsid w:val="007E738B"/>
    <w:rsid w:val="007F1795"/>
    <w:rsid w:val="007F467D"/>
    <w:rsid w:val="007F5593"/>
    <w:rsid w:val="007F7983"/>
    <w:rsid w:val="0080072D"/>
    <w:rsid w:val="00802C0D"/>
    <w:rsid w:val="00805BAE"/>
    <w:rsid w:val="008108C8"/>
    <w:rsid w:val="00810C98"/>
    <w:rsid w:val="00811C83"/>
    <w:rsid w:val="00813B31"/>
    <w:rsid w:val="008140CE"/>
    <w:rsid w:val="008175E5"/>
    <w:rsid w:val="00820990"/>
    <w:rsid w:val="008209D1"/>
    <w:rsid w:val="00821315"/>
    <w:rsid w:val="00821F44"/>
    <w:rsid w:val="008266C3"/>
    <w:rsid w:val="00837D0F"/>
    <w:rsid w:val="0084009D"/>
    <w:rsid w:val="00840999"/>
    <w:rsid w:val="008427D0"/>
    <w:rsid w:val="00843A2E"/>
    <w:rsid w:val="00846950"/>
    <w:rsid w:val="00863CD6"/>
    <w:rsid w:val="00866D73"/>
    <w:rsid w:val="00873615"/>
    <w:rsid w:val="00877E84"/>
    <w:rsid w:val="008800A0"/>
    <w:rsid w:val="00882F02"/>
    <w:rsid w:val="008837BA"/>
    <w:rsid w:val="00886DD4"/>
    <w:rsid w:val="00893C2C"/>
    <w:rsid w:val="00897789"/>
    <w:rsid w:val="008A0BB7"/>
    <w:rsid w:val="008A3ED3"/>
    <w:rsid w:val="008A3FD7"/>
    <w:rsid w:val="008A6278"/>
    <w:rsid w:val="008B3957"/>
    <w:rsid w:val="008B489F"/>
    <w:rsid w:val="008B584B"/>
    <w:rsid w:val="008B5A97"/>
    <w:rsid w:val="008B787B"/>
    <w:rsid w:val="008B7984"/>
    <w:rsid w:val="008C0180"/>
    <w:rsid w:val="008C1222"/>
    <w:rsid w:val="008C1B8A"/>
    <w:rsid w:val="008C7726"/>
    <w:rsid w:val="008C7C52"/>
    <w:rsid w:val="008D5490"/>
    <w:rsid w:val="008D6A57"/>
    <w:rsid w:val="008E026A"/>
    <w:rsid w:val="008E1130"/>
    <w:rsid w:val="008E444D"/>
    <w:rsid w:val="008E7D3A"/>
    <w:rsid w:val="008F3E55"/>
    <w:rsid w:val="008F6323"/>
    <w:rsid w:val="008F7B0E"/>
    <w:rsid w:val="00900105"/>
    <w:rsid w:val="00904F22"/>
    <w:rsid w:val="00907882"/>
    <w:rsid w:val="0091257B"/>
    <w:rsid w:val="00914C60"/>
    <w:rsid w:val="00920E04"/>
    <w:rsid w:val="00922E04"/>
    <w:rsid w:val="00926A06"/>
    <w:rsid w:val="0093032B"/>
    <w:rsid w:val="00931789"/>
    <w:rsid w:val="0093359A"/>
    <w:rsid w:val="00933C07"/>
    <w:rsid w:val="00934288"/>
    <w:rsid w:val="009348CF"/>
    <w:rsid w:val="0094212F"/>
    <w:rsid w:val="00943081"/>
    <w:rsid w:val="009459DB"/>
    <w:rsid w:val="00950C46"/>
    <w:rsid w:val="00953746"/>
    <w:rsid w:val="00960979"/>
    <w:rsid w:val="00962118"/>
    <w:rsid w:val="00962D24"/>
    <w:rsid w:val="00965A18"/>
    <w:rsid w:val="0096626B"/>
    <w:rsid w:val="00966BFE"/>
    <w:rsid w:val="0097146A"/>
    <w:rsid w:val="00973C65"/>
    <w:rsid w:val="009760C2"/>
    <w:rsid w:val="00977224"/>
    <w:rsid w:val="00983F69"/>
    <w:rsid w:val="00985BF8"/>
    <w:rsid w:val="00986546"/>
    <w:rsid w:val="00991D86"/>
    <w:rsid w:val="00993946"/>
    <w:rsid w:val="00993F8C"/>
    <w:rsid w:val="0099649A"/>
    <w:rsid w:val="009A7ECB"/>
    <w:rsid w:val="009B4473"/>
    <w:rsid w:val="009B4D21"/>
    <w:rsid w:val="009B6D1D"/>
    <w:rsid w:val="009C1AF7"/>
    <w:rsid w:val="009C3658"/>
    <w:rsid w:val="009D085E"/>
    <w:rsid w:val="009D2735"/>
    <w:rsid w:val="009D3283"/>
    <w:rsid w:val="009E0695"/>
    <w:rsid w:val="009E06DC"/>
    <w:rsid w:val="009E2183"/>
    <w:rsid w:val="009E27BB"/>
    <w:rsid w:val="009E4459"/>
    <w:rsid w:val="009F663D"/>
    <w:rsid w:val="00A0068F"/>
    <w:rsid w:val="00A00D35"/>
    <w:rsid w:val="00A023C8"/>
    <w:rsid w:val="00A03555"/>
    <w:rsid w:val="00A035B5"/>
    <w:rsid w:val="00A053A5"/>
    <w:rsid w:val="00A061D1"/>
    <w:rsid w:val="00A06F5F"/>
    <w:rsid w:val="00A078AB"/>
    <w:rsid w:val="00A1329A"/>
    <w:rsid w:val="00A140B7"/>
    <w:rsid w:val="00A15182"/>
    <w:rsid w:val="00A16921"/>
    <w:rsid w:val="00A17F7F"/>
    <w:rsid w:val="00A211F8"/>
    <w:rsid w:val="00A33E54"/>
    <w:rsid w:val="00A33FEE"/>
    <w:rsid w:val="00A35BF1"/>
    <w:rsid w:val="00A36CD3"/>
    <w:rsid w:val="00A403AB"/>
    <w:rsid w:val="00A42C52"/>
    <w:rsid w:val="00A43353"/>
    <w:rsid w:val="00A547CC"/>
    <w:rsid w:val="00A613AA"/>
    <w:rsid w:val="00A61FD7"/>
    <w:rsid w:val="00A62436"/>
    <w:rsid w:val="00A63591"/>
    <w:rsid w:val="00A661A8"/>
    <w:rsid w:val="00A67104"/>
    <w:rsid w:val="00A678E3"/>
    <w:rsid w:val="00A73391"/>
    <w:rsid w:val="00A73DF8"/>
    <w:rsid w:val="00A744B7"/>
    <w:rsid w:val="00A83C99"/>
    <w:rsid w:val="00A85332"/>
    <w:rsid w:val="00A853A0"/>
    <w:rsid w:val="00A92253"/>
    <w:rsid w:val="00A9339F"/>
    <w:rsid w:val="00AA09BA"/>
    <w:rsid w:val="00AA1010"/>
    <w:rsid w:val="00AA5C8C"/>
    <w:rsid w:val="00AA6131"/>
    <w:rsid w:val="00AA77A7"/>
    <w:rsid w:val="00AB097C"/>
    <w:rsid w:val="00AB46EF"/>
    <w:rsid w:val="00AB4DD5"/>
    <w:rsid w:val="00AB7AAE"/>
    <w:rsid w:val="00AC270B"/>
    <w:rsid w:val="00AC2E04"/>
    <w:rsid w:val="00AC34B4"/>
    <w:rsid w:val="00AC76EE"/>
    <w:rsid w:val="00AD4480"/>
    <w:rsid w:val="00AD68DF"/>
    <w:rsid w:val="00AD698B"/>
    <w:rsid w:val="00AD78D6"/>
    <w:rsid w:val="00AE1B4C"/>
    <w:rsid w:val="00AE4A57"/>
    <w:rsid w:val="00AF3878"/>
    <w:rsid w:val="00AF4794"/>
    <w:rsid w:val="00AF55A0"/>
    <w:rsid w:val="00B143AE"/>
    <w:rsid w:val="00B14E33"/>
    <w:rsid w:val="00B2049C"/>
    <w:rsid w:val="00B23344"/>
    <w:rsid w:val="00B2414E"/>
    <w:rsid w:val="00B24AAB"/>
    <w:rsid w:val="00B26CBC"/>
    <w:rsid w:val="00B27711"/>
    <w:rsid w:val="00B27896"/>
    <w:rsid w:val="00B36851"/>
    <w:rsid w:val="00B43928"/>
    <w:rsid w:val="00B43B3B"/>
    <w:rsid w:val="00B4539B"/>
    <w:rsid w:val="00B473A4"/>
    <w:rsid w:val="00B47E77"/>
    <w:rsid w:val="00B513E9"/>
    <w:rsid w:val="00B53AD5"/>
    <w:rsid w:val="00B55D46"/>
    <w:rsid w:val="00B57191"/>
    <w:rsid w:val="00B61B73"/>
    <w:rsid w:val="00B61BEA"/>
    <w:rsid w:val="00B63564"/>
    <w:rsid w:val="00B6393D"/>
    <w:rsid w:val="00B67E18"/>
    <w:rsid w:val="00B7040A"/>
    <w:rsid w:val="00B737E5"/>
    <w:rsid w:val="00B7586A"/>
    <w:rsid w:val="00B75E31"/>
    <w:rsid w:val="00B807EA"/>
    <w:rsid w:val="00B80C07"/>
    <w:rsid w:val="00B817BD"/>
    <w:rsid w:val="00B82BAF"/>
    <w:rsid w:val="00B8302F"/>
    <w:rsid w:val="00B87DDA"/>
    <w:rsid w:val="00B94275"/>
    <w:rsid w:val="00B96D37"/>
    <w:rsid w:val="00B97397"/>
    <w:rsid w:val="00BA2D93"/>
    <w:rsid w:val="00BB22E2"/>
    <w:rsid w:val="00BB2A8A"/>
    <w:rsid w:val="00BB47FD"/>
    <w:rsid w:val="00BB6F90"/>
    <w:rsid w:val="00BB70CE"/>
    <w:rsid w:val="00BC2988"/>
    <w:rsid w:val="00BC2BFF"/>
    <w:rsid w:val="00BD1F24"/>
    <w:rsid w:val="00BD2023"/>
    <w:rsid w:val="00BD696E"/>
    <w:rsid w:val="00BE0D85"/>
    <w:rsid w:val="00BE4779"/>
    <w:rsid w:val="00BE7A8E"/>
    <w:rsid w:val="00BF0935"/>
    <w:rsid w:val="00BF1A4C"/>
    <w:rsid w:val="00BF59FE"/>
    <w:rsid w:val="00BF6E68"/>
    <w:rsid w:val="00C0075A"/>
    <w:rsid w:val="00C00D85"/>
    <w:rsid w:val="00C03236"/>
    <w:rsid w:val="00C05040"/>
    <w:rsid w:val="00C15CA0"/>
    <w:rsid w:val="00C201CD"/>
    <w:rsid w:val="00C208DF"/>
    <w:rsid w:val="00C22727"/>
    <w:rsid w:val="00C25712"/>
    <w:rsid w:val="00C3197D"/>
    <w:rsid w:val="00C56353"/>
    <w:rsid w:val="00C568EB"/>
    <w:rsid w:val="00C5737A"/>
    <w:rsid w:val="00C61502"/>
    <w:rsid w:val="00C640FB"/>
    <w:rsid w:val="00C672E9"/>
    <w:rsid w:val="00C715FB"/>
    <w:rsid w:val="00C722DB"/>
    <w:rsid w:val="00C81F80"/>
    <w:rsid w:val="00C85031"/>
    <w:rsid w:val="00C87986"/>
    <w:rsid w:val="00C911CB"/>
    <w:rsid w:val="00C91412"/>
    <w:rsid w:val="00C9450E"/>
    <w:rsid w:val="00C96072"/>
    <w:rsid w:val="00C965D1"/>
    <w:rsid w:val="00C9694F"/>
    <w:rsid w:val="00C96F3C"/>
    <w:rsid w:val="00C96F5D"/>
    <w:rsid w:val="00CA015C"/>
    <w:rsid w:val="00CA0E9C"/>
    <w:rsid w:val="00CA188F"/>
    <w:rsid w:val="00CA26F5"/>
    <w:rsid w:val="00CA7B93"/>
    <w:rsid w:val="00CB1A1F"/>
    <w:rsid w:val="00CB20F5"/>
    <w:rsid w:val="00CB46E1"/>
    <w:rsid w:val="00CC0588"/>
    <w:rsid w:val="00CC36D6"/>
    <w:rsid w:val="00CC51C2"/>
    <w:rsid w:val="00CC53FD"/>
    <w:rsid w:val="00CD20CB"/>
    <w:rsid w:val="00CD2BB7"/>
    <w:rsid w:val="00CD74CC"/>
    <w:rsid w:val="00CE1E70"/>
    <w:rsid w:val="00CE6110"/>
    <w:rsid w:val="00CE7B4C"/>
    <w:rsid w:val="00CF1539"/>
    <w:rsid w:val="00CF5618"/>
    <w:rsid w:val="00CF6763"/>
    <w:rsid w:val="00D00668"/>
    <w:rsid w:val="00D04C63"/>
    <w:rsid w:val="00D05475"/>
    <w:rsid w:val="00D07994"/>
    <w:rsid w:val="00D11452"/>
    <w:rsid w:val="00D15459"/>
    <w:rsid w:val="00D2235F"/>
    <w:rsid w:val="00D2394D"/>
    <w:rsid w:val="00D302C9"/>
    <w:rsid w:val="00D37850"/>
    <w:rsid w:val="00D37999"/>
    <w:rsid w:val="00D42C47"/>
    <w:rsid w:val="00D438EC"/>
    <w:rsid w:val="00D443EE"/>
    <w:rsid w:val="00D44E2A"/>
    <w:rsid w:val="00D45093"/>
    <w:rsid w:val="00D45700"/>
    <w:rsid w:val="00D45C86"/>
    <w:rsid w:val="00D54380"/>
    <w:rsid w:val="00D54547"/>
    <w:rsid w:val="00D54C1A"/>
    <w:rsid w:val="00D55BD0"/>
    <w:rsid w:val="00D610D7"/>
    <w:rsid w:val="00D61CD0"/>
    <w:rsid w:val="00D702EF"/>
    <w:rsid w:val="00D82282"/>
    <w:rsid w:val="00D85071"/>
    <w:rsid w:val="00D9024B"/>
    <w:rsid w:val="00D945FC"/>
    <w:rsid w:val="00D94A83"/>
    <w:rsid w:val="00D95297"/>
    <w:rsid w:val="00D972A0"/>
    <w:rsid w:val="00D97EAB"/>
    <w:rsid w:val="00DA0DA4"/>
    <w:rsid w:val="00DA1D39"/>
    <w:rsid w:val="00DA1DE9"/>
    <w:rsid w:val="00DA5157"/>
    <w:rsid w:val="00DB06BF"/>
    <w:rsid w:val="00DB3766"/>
    <w:rsid w:val="00DB37AD"/>
    <w:rsid w:val="00DB39D9"/>
    <w:rsid w:val="00DB4111"/>
    <w:rsid w:val="00DB51D2"/>
    <w:rsid w:val="00DC21BA"/>
    <w:rsid w:val="00DC2C4A"/>
    <w:rsid w:val="00DC3606"/>
    <w:rsid w:val="00DC396E"/>
    <w:rsid w:val="00DC76F5"/>
    <w:rsid w:val="00DD48A0"/>
    <w:rsid w:val="00DD528C"/>
    <w:rsid w:val="00DD5CC1"/>
    <w:rsid w:val="00DE04AF"/>
    <w:rsid w:val="00DE56EC"/>
    <w:rsid w:val="00DE7EBB"/>
    <w:rsid w:val="00E05594"/>
    <w:rsid w:val="00E16F2B"/>
    <w:rsid w:val="00E17833"/>
    <w:rsid w:val="00E20546"/>
    <w:rsid w:val="00E21615"/>
    <w:rsid w:val="00E23799"/>
    <w:rsid w:val="00E25EF5"/>
    <w:rsid w:val="00E269AE"/>
    <w:rsid w:val="00E31843"/>
    <w:rsid w:val="00E3495D"/>
    <w:rsid w:val="00E35D28"/>
    <w:rsid w:val="00E41A25"/>
    <w:rsid w:val="00E42304"/>
    <w:rsid w:val="00E423A9"/>
    <w:rsid w:val="00E43FED"/>
    <w:rsid w:val="00E44725"/>
    <w:rsid w:val="00E51835"/>
    <w:rsid w:val="00E64082"/>
    <w:rsid w:val="00E674F1"/>
    <w:rsid w:val="00E72AF9"/>
    <w:rsid w:val="00E77976"/>
    <w:rsid w:val="00E77C2D"/>
    <w:rsid w:val="00E8068E"/>
    <w:rsid w:val="00E83982"/>
    <w:rsid w:val="00E856EB"/>
    <w:rsid w:val="00E8729A"/>
    <w:rsid w:val="00E90230"/>
    <w:rsid w:val="00E94571"/>
    <w:rsid w:val="00E96FD1"/>
    <w:rsid w:val="00EA1A15"/>
    <w:rsid w:val="00EA255B"/>
    <w:rsid w:val="00EA3250"/>
    <w:rsid w:val="00EA3878"/>
    <w:rsid w:val="00EA40F8"/>
    <w:rsid w:val="00EA6630"/>
    <w:rsid w:val="00EA71F9"/>
    <w:rsid w:val="00EB0C5C"/>
    <w:rsid w:val="00EB212F"/>
    <w:rsid w:val="00EB3E4E"/>
    <w:rsid w:val="00EB493D"/>
    <w:rsid w:val="00EC10B2"/>
    <w:rsid w:val="00EC45EE"/>
    <w:rsid w:val="00EC5CFE"/>
    <w:rsid w:val="00ED226E"/>
    <w:rsid w:val="00ED2454"/>
    <w:rsid w:val="00ED2EFE"/>
    <w:rsid w:val="00ED56F1"/>
    <w:rsid w:val="00ED679F"/>
    <w:rsid w:val="00ED6CE6"/>
    <w:rsid w:val="00ED7A42"/>
    <w:rsid w:val="00EE1949"/>
    <w:rsid w:val="00EE2142"/>
    <w:rsid w:val="00EE25FB"/>
    <w:rsid w:val="00EE3610"/>
    <w:rsid w:val="00EE504D"/>
    <w:rsid w:val="00EE69E0"/>
    <w:rsid w:val="00EE77B6"/>
    <w:rsid w:val="00EF3CE8"/>
    <w:rsid w:val="00EF5904"/>
    <w:rsid w:val="00EF7DE3"/>
    <w:rsid w:val="00F00F5F"/>
    <w:rsid w:val="00F01A6E"/>
    <w:rsid w:val="00F02E7A"/>
    <w:rsid w:val="00F04710"/>
    <w:rsid w:val="00F12A29"/>
    <w:rsid w:val="00F13135"/>
    <w:rsid w:val="00F2009C"/>
    <w:rsid w:val="00F202A6"/>
    <w:rsid w:val="00F23FFE"/>
    <w:rsid w:val="00F25123"/>
    <w:rsid w:val="00F339D1"/>
    <w:rsid w:val="00F3611B"/>
    <w:rsid w:val="00F362E2"/>
    <w:rsid w:val="00F45DF0"/>
    <w:rsid w:val="00F7045B"/>
    <w:rsid w:val="00F741DF"/>
    <w:rsid w:val="00F75E75"/>
    <w:rsid w:val="00F81EEF"/>
    <w:rsid w:val="00F820EB"/>
    <w:rsid w:val="00F8264E"/>
    <w:rsid w:val="00F82F2C"/>
    <w:rsid w:val="00F84862"/>
    <w:rsid w:val="00F871ED"/>
    <w:rsid w:val="00F911BE"/>
    <w:rsid w:val="00F93220"/>
    <w:rsid w:val="00F966A1"/>
    <w:rsid w:val="00FA02C9"/>
    <w:rsid w:val="00FA0721"/>
    <w:rsid w:val="00FA0E76"/>
    <w:rsid w:val="00FA4AC3"/>
    <w:rsid w:val="00FA5615"/>
    <w:rsid w:val="00FA6339"/>
    <w:rsid w:val="00FB5756"/>
    <w:rsid w:val="00FC1E34"/>
    <w:rsid w:val="00FC546E"/>
    <w:rsid w:val="00FD245A"/>
    <w:rsid w:val="00FD4CA2"/>
    <w:rsid w:val="00FE3A55"/>
    <w:rsid w:val="00FE3D91"/>
    <w:rsid w:val="00FE3FBC"/>
    <w:rsid w:val="00FF5A37"/>
    <w:rsid w:val="00FF6740"/>
    <w:rsid w:val="00FF6825"/>
    <w:rsid w:val="00FF6FB6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1CD85"/>
  <w15:docId w15:val="{770C6BEC-09FE-4BD7-8691-0AA4A06C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19"/>
    <w:lsdException w:name="heading 1" w:uiPriority="0"/>
    <w:lsdException w:name="heading 2" w:semiHidden="1" w:uiPriority="0"/>
    <w:lsdException w:name="heading 3" w:semiHidden="1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9" w:unhideWhenUsed="1" w:qFormat="1"/>
    <w:lsdException w:name="Body Text 3" w:semiHidden="1" w:uiPriority="1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9"/>
    <w:rsid w:val="009E2183"/>
    <w:pPr>
      <w:spacing w:after="0"/>
    </w:pPr>
  </w:style>
  <w:style w:type="paragraph" w:styleId="Heading1">
    <w:name w:val="heading 1"/>
    <w:basedOn w:val="Normal"/>
    <w:next w:val="Normal"/>
    <w:link w:val="Heading1Char"/>
    <w:rsid w:val="00E05594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sz w:val="22"/>
      <w:szCs w:val="28"/>
    </w:rPr>
  </w:style>
  <w:style w:type="paragraph" w:styleId="Heading2">
    <w:name w:val="heading 2"/>
    <w:basedOn w:val="Normal"/>
    <w:next w:val="Normal"/>
    <w:link w:val="Heading2Char"/>
    <w:rsid w:val="00EC5CFE"/>
    <w:pPr>
      <w:keepNext/>
      <w:keepLines/>
      <w:spacing w:after="240"/>
      <w:jc w:val="both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link w:val="Heading3Char"/>
    <w:rsid w:val="00E05594"/>
    <w:pPr>
      <w:tabs>
        <w:tab w:val="num" w:pos="1440"/>
      </w:tabs>
      <w:spacing w:after="240" w:line="290" w:lineRule="auto"/>
      <w:ind w:left="1440" w:hanging="720"/>
      <w:jc w:val="both"/>
      <w:outlineLvl w:val="2"/>
    </w:pPr>
    <w:rPr>
      <w:rFonts w:ascii="Arial" w:eastAsia="Times New Roman" w:hAnsi="Arial" w:cs="Times New Roman"/>
      <w:sz w:val="22"/>
    </w:rPr>
  </w:style>
  <w:style w:type="paragraph" w:styleId="Heading4">
    <w:name w:val="heading 4"/>
    <w:basedOn w:val="Normal"/>
    <w:link w:val="Heading4Char"/>
    <w:rsid w:val="00C85031"/>
    <w:pPr>
      <w:tabs>
        <w:tab w:val="left" w:pos="2016"/>
        <w:tab w:val="num" w:pos="2160"/>
      </w:tabs>
      <w:spacing w:after="140" w:line="290" w:lineRule="auto"/>
      <w:ind w:left="2016" w:hanging="576"/>
      <w:jc w:val="both"/>
      <w:outlineLvl w:val="3"/>
    </w:pPr>
    <w:rPr>
      <w:rFonts w:ascii="Arial" w:eastAsia="Times New Roman" w:hAnsi="Arial" w:cs="Times New Roman"/>
      <w:sz w:val="22"/>
    </w:rPr>
  </w:style>
  <w:style w:type="paragraph" w:styleId="Heading5">
    <w:name w:val="heading 5"/>
    <w:basedOn w:val="Normal"/>
    <w:link w:val="Heading5Char"/>
    <w:rsid w:val="0060346F"/>
    <w:pPr>
      <w:tabs>
        <w:tab w:val="num" w:pos="2592"/>
      </w:tabs>
      <w:spacing w:after="140" w:line="290" w:lineRule="auto"/>
      <w:ind w:left="2592" w:hanging="576"/>
      <w:jc w:val="both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Normal"/>
    <w:link w:val="Heading6Char"/>
    <w:rsid w:val="0060346F"/>
    <w:pPr>
      <w:tabs>
        <w:tab w:val="left" w:pos="3168"/>
        <w:tab w:val="num" w:pos="3312"/>
      </w:tabs>
      <w:spacing w:after="140" w:line="290" w:lineRule="auto"/>
      <w:ind w:left="3168" w:hanging="576"/>
      <w:jc w:val="both"/>
      <w:outlineLvl w:val="5"/>
    </w:pPr>
    <w:rPr>
      <w:rFonts w:ascii="Arial" w:eastAsia="Times New Roman" w:hAnsi="Arial" w:cs="Times New Roman"/>
    </w:rPr>
  </w:style>
  <w:style w:type="paragraph" w:styleId="Heading7">
    <w:name w:val="heading 7"/>
    <w:basedOn w:val="Normal"/>
    <w:link w:val="Heading7Char"/>
    <w:rsid w:val="0060346F"/>
    <w:pPr>
      <w:tabs>
        <w:tab w:val="num" w:pos="3744"/>
      </w:tabs>
      <w:spacing w:after="140" w:line="290" w:lineRule="auto"/>
      <w:ind w:left="3744" w:hanging="576"/>
      <w:jc w:val="both"/>
      <w:outlineLvl w:val="6"/>
    </w:pPr>
    <w:rPr>
      <w:rFonts w:ascii="Arial" w:eastAsia="Times New Roman" w:hAnsi="Arial" w:cs="Times New Roman"/>
    </w:rPr>
  </w:style>
  <w:style w:type="paragraph" w:styleId="Heading8">
    <w:name w:val="heading 8"/>
    <w:basedOn w:val="Normal"/>
    <w:link w:val="Heading8Char"/>
    <w:rsid w:val="0060346F"/>
    <w:pPr>
      <w:tabs>
        <w:tab w:val="num" w:pos="4320"/>
      </w:tabs>
      <w:spacing w:after="140" w:line="290" w:lineRule="auto"/>
      <w:ind w:left="4320" w:hanging="576"/>
      <w:jc w:val="both"/>
      <w:outlineLvl w:val="7"/>
    </w:pPr>
    <w:rPr>
      <w:rFonts w:ascii="Arial" w:eastAsia="Times New Roman" w:hAnsi="Arial" w:cs="Times New Roman"/>
    </w:rPr>
  </w:style>
  <w:style w:type="paragraph" w:styleId="Heading9">
    <w:name w:val="heading 9"/>
    <w:basedOn w:val="Normal"/>
    <w:link w:val="Heading9Char"/>
    <w:rsid w:val="0060346F"/>
    <w:pPr>
      <w:tabs>
        <w:tab w:val="num" w:pos="4896"/>
      </w:tabs>
      <w:spacing w:after="140" w:line="290" w:lineRule="auto"/>
      <w:ind w:left="4896" w:hanging="576"/>
      <w:jc w:val="both"/>
      <w:outlineLvl w:val="8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9"/>
    <w:qFormat/>
    <w:rsid w:val="0099649A"/>
    <w:pPr>
      <w:spacing w:line="240" w:lineRule="auto"/>
      <w:ind w:left="720"/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9"/>
    <w:rsid w:val="0099649A"/>
    <w:rPr>
      <w:rFonts w:ascii="Arial" w:hAnsi="Arial" w:cs="Arial"/>
    </w:rPr>
  </w:style>
  <w:style w:type="paragraph" w:customStyle="1" w:styleId="BodyText1">
    <w:name w:val="Body Text 1"/>
    <w:basedOn w:val="BodyText"/>
    <w:link w:val="BodyText1Char"/>
    <w:autoRedefine/>
    <w:uiPriority w:val="19"/>
    <w:qFormat/>
  </w:style>
  <w:style w:type="paragraph" w:styleId="BodyText2">
    <w:name w:val="Body Text 2"/>
    <w:basedOn w:val="BodyText"/>
    <w:link w:val="BodyText2Char"/>
    <w:autoRedefine/>
    <w:uiPriority w:val="19"/>
    <w:qFormat/>
    <w:pPr>
      <w:ind w:left="1440"/>
    </w:pPr>
  </w:style>
  <w:style w:type="character" w:customStyle="1" w:styleId="BodyText2Char">
    <w:name w:val="Body Text 2 Char"/>
    <w:basedOn w:val="DefaultParagraphFont"/>
    <w:link w:val="BodyText2"/>
    <w:uiPriority w:val="19"/>
    <w:rPr>
      <w:sz w:val="20"/>
    </w:rPr>
  </w:style>
  <w:style w:type="paragraph" w:customStyle="1" w:styleId="CoverDocumentTitle">
    <w:name w:val="Cover Document Title"/>
    <w:basedOn w:val="BodyText"/>
    <w:next w:val="CoverDocumentDescription"/>
    <w:uiPriority w:val="3"/>
    <w:rPr>
      <w:sz w:val="32"/>
      <w:szCs w:val="36"/>
    </w:rPr>
  </w:style>
  <w:style w:type="paragraph" w:customStyle="1" w:styleId="CoverDate">
    <w:name w:val="Cover Date"/>
    <w:basedOn w:val="BodyText"/>
    <w:uiPriority w:val="5"/>
    <w:rPr>
      <w:b/>
      <w:bCs/>
      <w:sz w:val="28"/>
      <w:szCs w:val="28"/>
    </w:rPr>
  </w:style>
  <w:style w:type="paragraph" w:customStyle="1" w:styleId="CoverPartyName">
    <w:name w:val="Cover Party Name"/>
    <w:basedOn w:val="Normal"/>
    <w:next w:val="CoverPartyRole"/>
    <w:uiPriority w:val="5"/>
    <w:rPr>
      <w:b/>
      <w:bCs/>
      <w:sz w:val="22"/>
      <w:szCs w:val="24"/>
    </w:rPr>
  </w:style>
  <w:style w:type="paragraph" w:customStyle="1" w:styleId="CoverPartyRole">
    <w:name w:val="Cover Party Role"/>
    <w:basedOn w:val="BodyText"/>
    <w:next w:val="CoverPartyName"/>
    <w:uiPriority w:val="5"/>
    <w:rPr>
      <w:sz w:val="22"/>
      <w:szCs w:val="24"/>
    </w:rPr>
  </w:style>
  <w:style w:type="paragraph" w:customStyle="1" w:styleId="CoverText">
    <w:name w:val="Cover Text"/>
    <w:basedOn w:val="BodyText"/>
    <w:uiPriority w:val="5"/>
  </w:style>
  <w:style w:type="paragraph" w:customStyle="1" w:styleId="CoverDocumentDescription">
    <w:name w:val="Cover Document Description"/>
    <w:basedOn w:val="BodyText"/>
    <w:uiPriority w:val="4"/>
  </w:style>
  <w:style w:type="character" w:customStyle="1" w:styleId="Heading1Char">
    <w:name w:val="Heading 1 Char"/>
    <w:basedOn w:val="DefaultParagraphFont"/>
    <w:link w:val="Heading1"/>
    <w:rsid w:val="00E05594"/>
    <w:rPr>
      <w:rFonts w:asciiTheme="majorHAnsi" w:eastAsiaTheme="majorEastAsia" w:hAnsiTheme="majorHAnsi" w:cstheme="majorBidi"/>
      <w:b/>
      <w:bCs/>
      <w:sz w:val="22"/>
      <w:szCs w:val="28"/>
    </w:rPr>
  </w:style>
  <w:style w:type="paragraph" w:customStyle="1" w:styleId="TOCSubHeading">
    <w:name w:val="TOC Sub Heading"/>
    <w:basedOn w:val="BodyText"/>
    <w:uiPriority w:val="39"/>
    <w:pPr>
      <w:keepNext/>
    </w:pPr>
    <w:rPr>
      <w:b/>
      <w:bCs/>
    </w:rPr>
  </w:style>
  <w:style w:type="paragraph" w:customStyle="1" w:styleId="IntroHeading">
    <w:name w:val="Intro Heading"/>
    <w:basedOn w:val="BodyText"/>
    <w:next w:val="BodyText"/>
    <w:uiPriority w:val="9"/>
    <w:pPr>
      <w:keepNext/>
      <w:numPr>
        <w:numId w:val="4"/>
      </w:numPr>
    </w:pPr>
    <w:rPr>
      <w:b/>
      <w:bCs/>
      <w:sz w:val="22"/>
      <w:szCs w:val="24"/>
    </w:rPr>
  </w:style>
  <w:style w:type="paragraph" w:customStyle="1" w:styleId="Parties1">
    <w:name w:val="Parties 1"/>
    <w:basedOn w:val="BodyText"/>
    <w:uiPriority w:val="9"/>
    <w:pPr>
      <w:numPr>
        <w:ilvl w:val="1"/>
        <w:numId w:val="4"/>
      </w:numPr>
    </w:pPr>
  </w:style>
  <w:style w:type="paragraph" w:customStyle="1" w:styleId="Parties2">
    <w:name w:val="Parties 2"/>
    <w:basedOn w:val="BodyText"/>
    <w:uiPriority w:val="9"/>
    <w:pPr>
      <w:numPr>
        <w:ilvl w:val="2"/>
        <w:numId w:val="4"/>
      </w:numPr>
    </w:pPr>
  </w:style>
  <w:style w:type="paragraph" w:customStyle="1" w:styleId="Background1">
    <w:name w:val="Background 1"/>
    <w:basedOn w:val="BodyText"/>
    <w:uiPriority w:val="11"/>
    <w:pPr>
      <w:numPr>
        <w:ilvl w:val="3"/>
        <w:numId w:val="4"/>
      </w:numPr>
    </w:pPr>
  </w:style>
  <w:style w:type="paragraph" w:customStyle="1" w:styleId="Background2">
    <w:name w:val="Background 2"/>
    <w:basedOn w:val="BodyText"/>
    <w:uiPriority w:val="11"/>
    <w:pPr>
      <w:numPr>
        <w:ilvl w:val="4"/>
        <w:numId w:val="4"/>
      </w:numPr>
    </w:pPr>
  </w:style>
  <w:style w:type="paragraph" w:customStyle="1" w:styleId="Level1Heading">
    <w:name w:val="Level 1 Heading"/>
    <w:basedOn w:val="BodyText"/>
    <w:next w:val="BodyText1"/>
    <w:uiPriority w:val="19"/>
    <w:qFormat/>
    <w:pPr>
      <w:keepNext/>
      <w:numPr>
        <w:numId w:val="1"/>
      </w:numPr>
      <w:outlineLvl w:val="0"/>
    </w:pPr>
    <w:rPr>
      <w:b/>
      <w:bCs/>
      <w:sz w:val="22"/>
      <w:szCs w:val="24"/>
    </w:rPr>
  </w:style>
  <w:style w:type="paragraph" w:customStyle="1" w:styleId="Level2Number">
    <w:name w:val="Level 2 Number"/>
    <w:uiPriority w:val="19"/>
    <w:qFormat/>
    <w:rsid w:val="00DA5157"/>
    <w:pPr>
      <w:numPr>
        <w:ilvl w:val="1"/>
        <w:numId w:val="1"/>
      </w:numPr>
      <w:jc w:val="both"/>
    </w:pPr>
    <w:rPr>
      <w:rFonts w:eastAsiaTheme="majorEastAsia" w:cstheme="majorBidi"/>
      <w:bCs/>
      <w:szCs w:val="26"/>
    </w:rPr>
  </w:style>
  <w:style w:type="paragraph" w:customStyle="1" w:styleId="Level3Number">
    <w:name w:val="Level 3 Number"/>
    <w:basedOn w:val="BodyText"/>
    <w:uiPriority w:val="19"/>
    <w:pPr>
      <w:numPr>
        <w:ilvl w:val="2"/>
        <w:numId w:val="1"/>
      </w:numPr>
    </w:pPr>
  </w:style>
  <w:style w:type="paragraph" w:customStyle="1" w:styleId="Level4Number">
    <w:name w:val="Level 4 Number"/>
    <w:basedOn w:val="BodyText"/>
    <w:uiPriority w:val="19"/>
    <w:qFormat/>
    <w:pPr>
      <w:numPr>
        <w:ilvl w:val="3"/>
        <w:numId w:val="1"/>
      </w:numPr>
    </w:pPr>
  </w:style>
  <w:style w:type="paragraph" w:customStyle="1" w:styleId="Level5Number">
    <w:name w:val="Level 5 Number"/>
    <w:basedOn w:val="BodyText"/>
    <w:uiPriority w:val="19"/>
    <w:qFormat/>
    <w:pPr>
      <w:numPr>
        <w:ilvl w:val="4"/>
        <w:numId w:val="1"/>
      </w:numPr>
    </w:pPr>
  </w:style>
  <w:style w:type="paragraph" w:customStyle="1" w:styleId="Level6Number">
    <w:name w:val="Level 6 Number"/>
    <w:basedOn w:val="BodyText"/>
    <w:uiPriority w:val="19"/>
    <w:pPr>
      <w:numPr>
        <w:ilvl w:val="5"/>
        <w:numId w:val="1"/>
      </w:numPr>
    </w:pPr>
  </w:style>
  <w:style w:type="paragraph" w:customStyle="1" w:styleId="Level7Number">
    <w:name w:val="Level 7 Number"/>
    <w:basedOn w:val="BodyText"/>
    <w:uiPriority w:val="19"/>
    <w:pPr>
      <w:numPr>
        <w:ilvl w:val="6"/>
        <w:numId w:val="1"/>
      </w:numPr>
    </w:pPr>
  </w:style>
  <w:style w:type="paragraph" w:customStyle="1" w:styleId="Level8Number">
    <w:name w:val="Level 8 Number"/>
    <w:basedOn w:val="BodyText"/>
    <w:uiPriority w:val="19"/>
    <w:pPr>
      <w:numPr>
        <w:ilvl w:val="7"/>
        <w:numId w:val="1"/>
      </w:numPr>
    </w:pPr>
  </w:style>
  <w:style w:type="paragraph" w:styleId="BodyText3">
    <w:name w:val="Body Text 3"/>
    <w:basedOn w:val="BodyText"/>
    <w:link w:val="BodyText3Char"/>
    <w:uiPriority w:val="19"/>
    <w:pPr>
      <w:ind w:left="2160"/>
    </w:pPr>
  </w:style>
  <w:style w:type="character" w:customStyle="1" w:styleId="BodyText3Char">
    <w:name w:val="Body Text 3 Char"/>
    <w:basedOn w:val="DefaultParagraphFont"/>
    <w:link w:val="BodyText3"/>
    <w:uiPriority w:val="19"/>
    <w:rPr>
      <w:sz w:val="20"/>
    </w:rPr>
  </w:style>
  <w:style w:type="paragraph" w:customStyle="1" w:styleId="BodyText4">
    <w:name w:val="Body Text 4"/>
    <w:basedOn w:val="BodyText"/>
    <w:uiPriority w:val="19"/>
    <w:pPr>
      <w:ind w:left="2880"/>
    </w:pPr>
  </w:style>
  <w:style w:type="paragraph" w:customStyle="1" w:styleId="BodyText5">
    <w:name w:val="Body Text 5"/>
    <w:basedOn w:val="BodyText"/>
    <w:uiPriority w:val="19"/>
    <w:pPr>
      <w:ind w:left="3600"/>
    </w:pPr>
  </w:style>
  <w:style w:type="paragraph" w:customStyle="1" w:styleId="BodyText6">
    <w:name w:val="Body Text 6"/>
    <w:basedOn w:val="BodyText"/>
    <w:uiPriority w:val="19"/>
    <w:pPr>
      <w:ind w:left="4320"/>
    </w:pPr>
  </w:style>
  <w:style w:type="paragraph" w:customStyle="1" w:styleId="Definition">
    <w:name w:val="Definition"/>
    <w:basedOn w:val="BodyText"/>
    <w:uiPriority w:val="21"/>
    <w:qFormat/>
    <w:pPr>
      <w:numPr>
        <w:numId w:val="3"/>
      </w:numPr>
      <w:outlineLvl w:val="4"/>
    </w:pPr>
  </w:style>
  <w:style w:type="paragraph" w:customStyle="1" w:styleId="Definition1">
    <w:name w:val="Definition 1"/>
    <w:basedOn w:val="BodyText"/>
    <w:uiPriority w:val="21"/>
    <w:pPr>
      <w:numPr>
        <w:ilvl w:val="1"/>
        <w:numId w:val="3"/>
      </w:numPr>
    </w:pPr>
  </w:style>
  <w:style w:type="paragraph" w:customStyle="1" w:styleId="Definition2">
    <w:name w:val="Definition 2"/>
    <w:basedOn w:val="BodyText"/>
    <w:uiPriority w:val="21"/>
    <w:pPr>
      <w:numPr>
        <w:ilvl w:val="2"/>
        <w:numId w:val="3"/>
      </w:numPr>
    </w:pPr>
  </w:style>
  <w:style w:type="paragraph" w:customStyle="1" w:styleId="Definition3">
    <w:name w:val="Definition 3"/>
    <w:basedOn w:val="BodyText"/>
    <w:uiPriority w:val="21"/>
    <w:pPr>
      <w:numPr>
        <w:ilvl w:val="3"/>
        <w:numId w:val="3"/>
      </w:numPr>
    </w:pPr>
  </w:style>
  <w:style w:type="paragraph" w:customStyle="1" w:styleId="Definition4">
    <w:name w:val="Definition 4"/>
    <w:basedOn w:val="BodyText"/>
    <w:uiPriority w:val="21"/>
    <w:pPr>
      <w:numPr>
        <w:ilvl w:val="4"/>
        <w:numId w:val="3"/>
      </w:numPr>
    </w:pPr>
  </w:style>
  <w:style w:type="paragraph" w:customStyle="1" w:styleId="Section">
    <w:name w:val="Section"/>
    <w:basedOn w:val="BodyText"/>
    <w:uiPriority w:val="24"/>
    <w:pPr>
      <w:keepNext/>
      <w:outlineLvl w:val="0"/>
    </w:pPr>
    <w:rPr>
      <w:b/>
      <w:bCs/>
      <w:sz w:val="22"/>
      <w:szCs w:val="24"/>
    </w:rPr>
  </w:style>
  <w:style w:type="paragraph" w:customStyle="1" w:styleId="Note">
    <w:name w:val="Note"/>
    <w:basedOn w:val="BodyText"/>
    <w:link w:val="NoteChar"/>
    <w:uiPriority w:val="19"/>
    <w:pPr>
      <w:shd w:val="clear" w:color="auto" w:fill="C5F0FF" w:themeFill="accent2" w:themeFillTint="33"/>
    </w:pPr>
    <w:rPr>
      <w:rFonts w:eastAsia="Times New Roman" w:cs="Arabic Transparent"/>
      <w:sz w:val="17"/>
      <w:szCs w:val="17"/>
    </w:rPr>
  </w:style>
  <w:style w:type="paragraph" w:customStyle="1" w:styleId="Schedule">
    <w:name w:val="Schedule"/>
    <w:basedOn w:val="BodyText"/>
    <w:next w:val="BodyText"/>
    <w:uiPriority w:val="29"/>
    <w:qFormat/>
    <w:rsid w:val="000527D6"/>
    <w:pPr>
      <w:keepNext/>
      <w:numPr>
        <w:numId w:val="2"/>
      </w:numPr>
      <w:ind w:left="0" w:firstLine="0"/>
      <w:outlineLvl w:val="0"/>
    </w:pPr>
    <w:rPr>
      <w:b/>
      <w:bCs/>
      <w:sz w:val="28"/>
      <w:szCs w:val="32"/>
    </w:rPr>
  </w:style>
  <w:style w:type="paragraph" w:customStyle="1" w:styleId="Part">
    <w:name w:val="Part"/>
    <w:basedOn w:val="BodyText"/>
    <w:next w:val="BodyText"/>
    <w:uiPriority w:val="31"/>
    <w:qFormat/>
    <w:pPr>
      <w:keepNext/>
      <w:numPr>
        <w:ilvl w:val="2"/>
        <w:numId w:val="2"/>
      </w:numPr>
      <w:ind w:left="0" w:firstLine="0"/>
      <w:outlineLvl w:val="1"/>
    </w:pPr>
    <w:rPr>
      <w:b/>
      <w:bCs/>
      <w:sz w:val="24"/>
      <w:szCs w:val="28"/>
    </w:rPr>
  </w:style>
  <w:style w:type="paragraph" w:customStyle="1" w:styleId="Sch1Number">
    <w:name w:val="Sch 1 Number"/>
    <w:basedOn w:val="BodyText"/>
    <w:uiPriority w:val="31"/>
    <w:qFormat/>
    <w:pPr>
      <w:numPr>
        <w:ilvl w:val="3"/>
        <w:numId w:val="2"/>
      </w:numPr>
      <w:ind w:left="720" w:hanging="720"/>
    </w:pPr>
  </w:style>
  <w:style w:type="paragraph" w:customStyle="1" w:styleId="Sch2Number">
    <w:name w:val="Sch 2 Number"/>
    <w:basedOn w:val="BodyText"/>
    <w:uiPriority w:val="31"/>
    <w:qFormat/>
    <w:pPr>
      <w:numPr>
        <w:ilvl w:val="4"/>
        <w:numId w:val="2"/>
      </w:numPr>
      <w:ind w:left="720" w:hanging="720"/>
    </w:pPr>
  </w:style>
  <w:style w:type="paragraph" w:customStyle="1" w:styleId="Sch3Number">
    <w:name w:val="Sch 3 Number"/>
    <w:basedOn w:val="BodyText"/>
    <w:uiPriority w:val="31"/>
    <w:pPr>
      <w:numPr>
        <w:ilvl w:val="5"/>
        <w:numId w:val="2"/>
      </w:numPr>
      <w:ind w:left="720" w:hanging="720"/>
    </w:pPr>
  </w:style>
  <w:style w:type="paragraph" w:customStyle="1" w:styleId="Sch4Number">
    <w:name w:val="Sch 4 Number"/>
    <w:basedOn w:val="BodyText"/>
    <w:uiPriority w:val="31"/>
    <w:qFormat/>
    <w:pPr>
      <w:numPr>
        <w:ilvl w:val="6"/>
        <w:numId w:val="2"/>
      </w:numPr>
      <w:ind w:left="1440" w:hanging="720"/>
    </w:pPr>
  </w:style>
  <w:style w:type="paragraph" w:customStyle="1" w:styleId="Sch5Number">
    <w:name w:val="Sch 5 Number"/>
    <w:basedOn w:val="BodyText"/>
    <w:uiPriority w:val="31"/>
    <w:pPr>
      <w:numPr>
        <w:ilvl w:val="7"/>
        <w:numId w:val="2"/>
      </w:numPr>
      <w:ind w:left="2160" w:hanging="720"/>
    </w:pPr>
  </w:style>
  <w:style w:type="paragraph" w:customStyle="1" w:styleId="Sch6Number">
    <w:name w:val="Sch 6 Number"/>
    <w:basedOn w:val="BodyText"/>
    <w:uiPriority w:val="31"/>
    <w:pPr>
      <w:numPr>
        <w:ilvl w:val="8"/>
        <w:numId w:val="2"/>
      </w:numPr>
      <w:ind w:left="2880" w:hanging="720"/>
    </w:pPr>
  </w:style>
  <w:style w:type="paragraph" w:customStyle="1" w:styleId="SubSchedule">
    <w:name w:val="Sub Schedule"/>
    <w:basedOn w:val="BodyText"/>
    <w:next w:val="BodyText"/>
    <w:uiPriority w:val="31"/>
    <w:pPr>
      <w:keepNext/>
      <w:numPr>
        <w:ilvl w:val="1"/>
        <w:numId w:val="2"/>
      </w:numPr>
      <w:ind w:left="0" w:firstLine="0"/>
      <w:outlineLvl w:val="1"/>
    </w:pPr>
    <w:rPr>
      <w:b/>
      <w:bCs/>
      <w:sz w:val="24"/>
      <w:szCs w:val="28"/>
    </w:rPr>
  </w:style>
  <w:style w:type="paragraph" w:customStyle="1" w:styleId="Appendix">
    <w:name w:val="Appendix"/>
    <w:basedOn w:val="BodyText"/>
    <w:next w:val="BodyText"/>
    <w:uiPriority w:val="37"/>
    <w:qFormat/>
    <w:pPr>
      <w:keepNext/>
      <w:numPr>
        <w:numId w:val="7"/>
      </w:numPr>
      <w:outlineLvl w:val="0"/>
    </w:pPr>
    <w:rPr>
      <w:b/>
      <w:bCs/>
      <w:sz w:val="28"/>
      <w:szCs w:val="32"/>
    </w:rPr>
  </w:style>
  <w:style w:type="paragraph" w:customStyle="1" w:styleId="Execution">
    <w:name w:val="Execution"/>
    <w:basedOn w:val="BodyText"/>
    <w:uiPriority w:val="39"/>
  </w:style>
  <w:style w:type="numbering" w:customStyle="1" w:styleId="MainNumbering">
    <w:name w:val="Main Numbering"/>
    <w:uiPriority w:val="99"/>
    <w:pPr>
      <w:numPr>
        <w:numId w:val="9"/>
      </w:numPr>
    </w:pPr>
  </w:style>
  <w:style w:type="numbering" w:customStyle="1" w:styleId="Schedules">
    <w:name w:val="Schedules"/>
    <w:uiPriority w:val="99"/>
    <w:pPr>
      <w:numPr>
        <w:numId w:val="12"/>
      </w:numPr>
    </w:pPr>
  </w:style>
  <w:style w:type="paragraph" w:customStyle="1" w:styleId="BodyTextBold">
    <w:name w:val="Body Text Bold"/>
    <w:basedOn w:val="BodyText"/>
    <w:uiPriority w:val="19"/>
    <w:pPr>
      <w:keepNext/>
    </w:pPr>
    <w:rPr>
      <w:b/>
      <w:bCs/>
    </w:rPr>
  </w:style>
  <w:style w:type="paragraph" w:customStyle="1" w:styleId="BodyText1Bold">
    <w:name w:val="Body Text 1 Bold"/>
    <w:basedOn w:val="BodyText1"/>
    <w:uiPriority w:val="19"/>
    <w:pPr>
      <w:keepNext/>
    </w:pPr>
    <w:rPr>
      <w:b/>
      <w:bCs/>
    </w:rPr>
  </w:style>
  <w:style w:type="numbering" w:customStyle="1" w:styleId="Definitions">
    <w:name w:val="Definitions"/>
    <w:uiPriority w:val="99"/>
    <w:pPr>
      <w:numPr>
        <w:numId w:val="3"/>
      </w:numPr>
    </w:pPr>
  </w:style>
  <w:style w:type="numbering" w:customStyle="1" w:styleId="Parties">
    <w:name w:val="Parties"/>
    <w:uiPriority w:val="99"/>
    <w:pPr>
      <w:numPr>
        <w:numId w:val="4"/>
      </w:numPr>
    </w:pPr>
  </w:style>
  <w:style w:type="paragraph" w:customStyle="1" w:styleId="Level3Heading">
    <w:name w:val="Level 3 Heading"/>
    <w:basedOn w:val="Level3Number"/>
    <w:next w:val="BodyText1"/>
    <w:uiPriority w:val="19"/>
    <w:pPr>
      <w:keepNext/>
      <w:outlineLvl w:val="2"/>
    </w:pPr>
    <w:rPr>
      <w:b/>
      <w:bCs/>
    </w:rPr>
  </w:style>
  <w:style w:type="paragraph" w:customStyle="1" w:styleId="Level2Heading">
    <w:name w:val="Level 2 Heading"/>
    <w:basedOn w:val="Level2Number"/>
    <w:next w:val="BodyText1"/>
    <w:uiPriority w:val="19"/>
    <w:qFormat/>
    <w:pPr>
      <w:keepNext/>
      <w:outlineLvl w:val="1"/>
    </w:pPr>
    <w:rPr>
      <w:b/>
      <w:bCs w:val="0"/>
    </w:rPr>
  </w:style>
  <w:style w:type="paragraph" w:customStyle="1" w:styleId="Level1Number">
    <w:name w:val="Level 1 Number"/>
    <w:basedOn w:val="Level1Heading"/>
    <w:uiPriority w:val="19"/>
    <w:pPr>
      <w:keepNext w:val="0"/>
      <w:outlineLvl w:val="9"/>
    </w:pPr>
    <w:rPr>
      <w:b w:val="0"/>
      <w:bCs w:val="0"/>
      <w:sz w:val="20"/>
      <w:szCs w:val="22"/>
    </w:rPr>
  </w:style>
  <w:style w:type="paragraph" w:customStyle="1" w:styleId="Level4Heading">
    <w:name w:val="Level 4 Heading"/>
    <w:basedOn w:val="Level4Number"/>
    <w:next w:val="BodyText2"/>
    <w:uiPriority w:val="19"/>
    <w:pPr>
      <w:keepNext/>
    </w:pPr>
    <w:rPr>
      <w:b/>
    </w:rPr>
  </w:style>
  <w:style w:type="paragraph" w:customStyle="1" w:styleId="Sch1Heading">
    <w:name w:val="Sch 1 Heading"/>
    <w:basedOn w:val="Sch1Number"/>
    <w:next w:val="BodyText1"/>
    <w:uiPriority w:val="31"/>
    <w:qFormat/>
    <w:pPr>
      <w:keepNext/>
      <w:outlineLvl w:val="2"/>
    </w:pPr>
    <w:rPr>
      <w:b/>
      <w:bCs/>
      <w:sz w:val="22"/>
      <w:szCs w:val="24"/>
    </w:rPr>
  </w:style>
  <w:style w:type="paragraph" w:customStyle="1" w:styleId="Sch2Heading">
    <w:name w:val="Sch 2 Heading"/>
    <w:basedOn w:val="Sch2Number"/>
    <w:next w:val="BodyText1"/>
    <w:uiPriority w:val="31"/>
    <w:pPr>
      <w:keepNext/>
    </w:pPr>
    <w:rPr>
      <w:b/>
      <w:bCs/>
    </w:rPr>
  </w:style>
  <w:style w:type="paragraph" w:customStyle="1" w:styleId="Sch3Heading">
    <w:name w:val="Sch 3 Heading"/>
    <w:basedOn w:val="Sch3Number"/>
    <w:next w:val="BodyText1"/>
    <w:uiPriority w:val="31"/>
    <w:pPr>
      <w:keepNext/>
    </w:pPr>
    <w:rPr>
      <w:b/>
    </w:rPr>
  </w:style>
  <w:style w:type="paragraph" w:customStyle="1" w:styleId="Sch4Heading">
    <w:name w:val="Sch 4 Heading"/>
    <w:basedOn w:val="Sch4Number"/>
    <w:next w:val="BodyText2"/>
    <w:uiPriority w:val="31"/>
    <w:pPr>
      <w:keepNext/>
    </w:pPr>
    <w:rPr>
      <w:b/>
    </w:rPr>
  </w:style>
  <w:style w:type="character" w:customStyle="1" w:styleId="DefinitionTerm">
    <w:name w:val="Definition Term"/>
    <w:basedOn w:val="DefaultParagraphFont"/>
    <w:uiPriority w:val="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ocumentName">
    <w:name w:val="Document Name"/>
    <w:basedOn w:val="BodyText"/>
    <w:next w:val="IntroHeading"/>
    <w:uiPriority w:val="9"/>
    <w:pPr>
      <w:outlineLvl w:val="0"/>
    </w:pPr>
    <w:rPr>
      <w:b/>
      <w:bCs/>
      <w:sz w:val="28"/>
      <w:szCs w:val="32"/>
    </w:rPr>
  </w:style>
  <w:style w:type="paragraph" w:customStyle="1" w:styleId="BodyTextSmall">
    <w:name w:val="Body Text Small"/>
    <w:basedOn w:val="BodyText"/>
    <w:uiPriority w:val="19"/>
    <w:rPr>
      <w:sz w:val="18"/>
    </w:rPr>
  </w:style>
  <w:style w:type="paragraph" w:customStyle="1" w:styleId="Bullet">
    <w:name w:val="Bullet"/>
    <w:basedOn w:val="BodyText"/>
    <w:uiPriority w:val="21"/>
    <w:qFormat/>
    <w:pPr>
      <w:numPr>
        <w:numId w:val="5"/>
      </w:numPr>
    </w:pPr>
  </w:style>
  <w:style w:type="paragraph" w:customStyle="1" w:styleId="Bullet1">
    <w:name w:val="Bullet 1"/>
    <w:basedOn w:val="BodyText"/>
    <w:uiPriority w:val="21"/>
    <w:pPr>
      <w:numPr>
        <w:ilvl w:val="1"/>
        <w:numId w:val="5"/>
      </w:numPr>
    </w:pPr>
  </w:style>
  <w:style w:type="paragraph" w:customStyle="1" w:styleId="Bullet2">
    <w:name w:val="Bullet 2"/>
    <w:basedOn w:val="BodyText"/>
    <w:uiPriority w:val="21"/>
    <w:pPr>
      <w:numPr>
        <w:ilvl w:val="2"/>
        <w:numId w:val="5"/>
      </w:numPr>
    </w:pPr>
  </w:style>
  <w:style w:type="paragraph" w:customStyle="1" w:styleId="Bullet3">
    <w:name w:val="Bullet 3"/>
    <w:basedOn w:val="BodyText"/>
    <w:uiPriority w:val="21"/>
    <w:pPr>
      <w:numPr>
        <w:ilvl w:val="3"/>
        <w:numId w:val="5"/>
      </w:numPr>
    </w:pPr>
  </w:style>
  <w:style w:type="paragraph" w:customStyle="1" w:styleId="Bullet4">
    <w:name w:val="Bullet 4"/>
    <w:basedOn w:val="BodyText"/>
    <w:uiPriority w:val="21"/>
    <w:pPr>
      <w:numPr>
        <w:ilvl w:val="4"/>
        <w:numId w:val="5"/>
      </w:numPr>
    </w:pPr>
  </w:style>
  <w:style w:type="numbering" w:customStyle="1" w:styleId="Bullets">
    <w:name w:val="Bullets"/>
    <w:uiPriority w:val="99"/>
    <w:pPr>
      <w:numPr>
        <w:numId w:val="5"/>
      </w:numPr>
    </w:pPr>
  </w:style>
  <w:style w:type="paragraph" w:styleId="TOCHeading">
    <w:name w:val="TOC Heading"/>
    <w:basedOn w:val="BodyText"/>
    <w:next w:val="Normal"/>
    <w:uiPriority w:val="39"/>
    <w:qFormat/>
    <w:pPr>
      <w:keepNext/>
      <w:pageBreakBefore/>
      <w:outlineLvl w:val="0"/>
    </w:pPr>
    <w:rPr>
      <w:b/>
      <w:bCs/>
      <w:sz w:val="28"/>
      <w:szCs w:val="32"/>
    </w:rPr>
  </w:style>
  <w:style w:type="paragraph" w:customStyle="1" w:styleId="PrecTitle">
    <w:name w:val="PrecTitle"/>
    <w:basedOn w:val="BodyText"/>
    <w:uiPriority w:val="34"/>
    <w:semiHidden/>
    <w:pPr>
      <w:spacing w:before="120" w:after="120"/>
    </w:pPr>
    <w:rPr>
      <w:b/>
      <w:bCs/>
      <w:sz w:val="32"/>
      <w:szCs w:val="34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  <w:szCs w:val="18"/>
    </w:rPr>
  </w:style>
  <w:style w:type="paragraph" w:customStyle="1" w:styleId="Address">
    <w:name w:val="Address"/>
    <w:basedOn w:val="Normal"/>
    <w:uiPriority w:val="39"/>
    <w:rPr>
      <w:rFonts w:ascii="Arial" w:eastAsia="Times New Roman" w:hAnsi="Arial" w:cs="Arial"/>
      <w:sz w:val="14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BE4779"/>
    <w:pPr>
      <w:tabs>
        <w:tab w:val="left" w:pos="600"/>
        <w:tab w:val="right" w:leader="dot" w:pos="9016"/>
      </w:tabs>
      <w:spacing w:before="12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pPr>
      <w:spacing w:before="24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ind w:left="20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Pr>
      <w:color w:val="6E2D91" w:themeColor="hyperlink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1Char">
    <w:name w:val="Body Text 1 Char"/>
    <w:basedOn w:val="BodyTextChar"/>
    <w:link w:val="BodyText1"/>
    <w:uiPriority w:val="19"/>
    <w:rPr>
      <w:rFonts w:ascii="Arial" w:hAnsi="Arial" w:cs="Arial"/>
      <w:sz w:val="20"/>
    </w:rPr>
  </w:style>
  <w:style w:type="character" w:customStyle="1" w:styleId="NoteChar">
    <w:name w:val="Note Char"/>
    <w:basedOn w:val="BodyTextChar"/>
    <w:link w:val="Note"/>
    <w:uiPriority w:val="19"/>
    <w:rPr>
      <w:rFonts w:ascii="Arial" w:eastAsia="Times New Roman" w:hAnsi="Arial" w:cs="Arabic Transparent"/>
      <w:sz w:val="17"/>
      <w:szCs w:val="17"/>
      <w:shd w:val="clear" w:color="auto" w:fill="C5F0FF" w:themeFill="accent2" w:themeFillTint="33"/>
    </w:rPr>
  </w:style>
  <w:style w:type="table" w:customStyle="1" w:styleId="PrecedentNotes">
    <w:name w:val="Precedent Notes"/>
    <w:basedOn w:val="TableNormal"/>
    <w:uiPriority w:val="99"/>
    <w:pPr>
      <w:spacing w:before="40" w:after="40" w:line="240" w:lineRule="auto"/>
    </w:pPr>
    <w:rPr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paragraph" w:customStyle="1" w:styleId="Prec1Heading">
    <w:name w:val="Prec 1 Heading"/>
    <w:basedOn w:val="BodyText"/>
    <w:next w:val="BodyText1"/>
    <w:uiPriority w:val="39"/>
    <w:semiHidden/>
    <w:pPr>
      <w:keepNext/>
      <w:numPr>
        <w:numId w:val="6"/>
      </w:numPr>
    </w:pPr>
    <w:rPr>
      <w:b/>
      <w:bCs/>
      <w:sz w:val="22"/>
      <w:szCs w:val="24"/>
    </w:rPr>
  </w:style>
  <w:style w:type="paragraph" w:customStyle="1" w:styleId="Prec2Number">
    <w:name w:val="Prec 2 Number"/>
    <w:basedOn w:val="BodyText"/>
    <w:uiPriority w:val="39"/>
    <w:semiHidden/>
    <w:pPr>
      <w:numPr>
        <w:ilvl w:val="1"/>
        <w:numId w:val="6"/>
      </w:numPr>
    </w:pPr>
  </w:style>
  <w:style w:type="paragraph" w:customStyle="1" w:styleId="Prec3Number">
    <w:name w:val="Prec 3 Number"/>
    <w:basedOn w:val="Prec2Number"/>
    <w:uiPriority w:val="39"/>
    <w:semiHidden/>
    <w:pPr>
      <w:numPr>
        <w:ilvl w:val="2"/>
      </w:numPr>
    </w:pPr>
  </w:style>
  <w:style w:type="numbering" w:customStyle="1" w:styleId="PrecNotes">
    <w:name w:val="Prec Notes"/>
    <w:uiPriority w:val="99"/>
    <w:pPr>
      <w:numPr>
        <w:numId w:val="6"/>
      </w:numPr>
    </w:pPr>
  </w:style>
  <w:style w:type="paragraph" w:customStyle="1" w:styleId="Prec4Number">
    <w:name w:val="Prec 4 Number"/>
    <w:basedOn w:val="BodyText"/>
    <w:uiPriority w:val="39"/>
    <w:semiHidden/>
    <w:pPr>
      <w:numPr>
        <w:ilvl w:val="3"/>
        <w:numId w:val="6"/>
      </w:numPr>
    </w:pPr>
  </w:style>
  <w:style w:type="paragraph" w:customStyle="1" w:styleId="Prec1Number">
    <w:name w:val="Prec 1 Number"/>
    <w:basedOn w:val="Prec1Heading"/>
    <w:uiPriority w:val="39"/>
    <w:semiHidden/>
    <w:pPr>
      <w:keepNext w:val="0"/>
    </w:pPr>
    <w:rPr>
      <w:b w:val="0"/>
      <w:sz w:val="20"/>
    </w:rPr>
  </w:style>
  <w:style w:type="paragraph" w:customStyle="1" w:styleId="Prec2Heading">
    <w:name w:val="Prec 2 Heading"/>
    <w:basedOn w:val="Prec2Number"/>
    <w:next w:val="BodyText1"/>
    <w:uiPriority w:val="39"/>
    <w:semiHidden/>
    <w:pPr>
      <w:keepNext/>
    </w:pPr>
    <w:rPr>
      <w:b/>
      <w:bCs/>
    </w:rPr>
  </w:style>
  <w:style w:type="paragraph" w:customStyle="1" w:styleId="Prec5Number">
    <w:name w:val="Prec 5 Number"/>
    <w:basedOn w:val="BodyText"/>
    <w:uiPriority w:val="39"/>
    <w:semiHidden/>
    <w:pPr>
      <w:numPr>
        <w:ilvl w:val="4"/>
        <w:numId w:val="6"/>
      </w:numPr>
    </w:pPr>
  </w:style>
  <w:style w:type="paragraph" w:customStyle="1" w:styleId="AppPart">
    <w:name w:val="App Part"/>
    <w:basedOn w:val="BodyText"/>
    <w:next w:val="BodyText"/>
    <w:uiPriority w:val="38"/>
    <w:pPr>
      <w:numPr>
        <w:ilvl w:val="1"/>
        <w:numId w:val="7"/>
      </w:numPr>
      <w:outlineLvl w:val="1"/>
    </w:pPr>
    <w:rPr>
      <w:b/>
      <w:sz w:val="22"/>
    </w:rPr>
  </w:style>
  <w:style w:type="paragraph" w:customStyle="1" w:styleId="App1Number">
    <w:name w:val="App 1 Number"/>
    <w:basedOn w:val="BodyText"/>
    <w:uiPriority w:val="39"/>
    <w:pPr>
      <w:numPr>
        <w:ilvl w:val="2"/>
        <w:numId w:val="7"/>
      </w:numPr>
    </w:pPr>
  </w:style>
  <w:style w:type="paragraph" w:customStyle="1" w:styleId="App2Number">
    <w:name w:val="App 2 Number"/>
    <w:basedOn w:val="BodyText"/>
    <w:uiPriority w:val="39"/>
    <w:pPr>
      <w:numPr>
        <w:ilvl w:val="3"/>
        <w:numId w:val="7"/>
      </w:numPr>
    </w:pPr>
  </w:style>
  <w:style w:type="paragraph" w:customStyle="1" w:styleId="App3Number">
    <w:name w:val="App 3 Number"/>
    <w:basedOn w:val="BodyText"/>
    <w:uiPriority w:val="39"/>
    <w:pPr>
      <w:numPr>
        <w:ilvl w:val="4"/>
        <w:numId w:val="7"/>
      </w:numPr>
    </w:pPr>
  </w:style>
  <w:style w:type="paragraph" w:customStyle="1" w:styleId="App4Number">
    <w:name w:val="App 4 Number"/>
    <w:basedOn w:val="BodyText"/>
    <w:uiPriority w:val="39"/>
    <w:pPr>
      <w:numPr>
        <w:ilvl w:val="5"/>
        <w:numId w:val="7"/>
      </w:numPr>
    </w:pPr>
  </w:style>
  <w:style w:type="paragraph" w:customStyle="1" w:styleId="App5Number">
    <w:name w:val="App 5 Number"/>
    <w:basedOn w:val="BodyText"/>
    <w:uiPriority w:val="39"/>
    <w:pPr>
      <w:numPr>
        <w:ilvl w:val="6"/>
        <w:numId w:val="7"/>
      </w:numPr>
    </w:pPr>
  </w:style>
  <w:style w:type="paragraph" w:customStyle="1" w:styleId="App6Number">
    <w:name w:val="App 6 Number"/>
    <w:basedOn w:val="BodyText"/>
    <w:uiPriority w:val="39"/>
    <w:pPr>
      <w:numPr>
        <w:ilvl w:val="7"/>
        <w:numId w:val="7"/>
      </w:numPr>
    </w:pPr>
  </w:style>
  <w:style w:type="paragraph" w:customStyle="1" w:styleId="App1Heading">
    <w:name w:val="App 1 Heading"/>
    <w:basedOn w:val="App1Number"/>
    <w:next w:val="BodyText1"/>
    <w:uiPriority w:val="39"/>
    <w:pPr>
      <w:keepNext/>
    </w:pPr>
    <w:rPr>
      <w:b/>
      <w:bCs/>
    </w:rPr>
  </w:style>
  <w:style w:type="paragraph" w:customStyle="1" w:styleId="App2Heading">
    <w:name w:val="App 2 Heading"/>
    <w:basedOn w:val="App2Number"/>
    <w:next w:val="BodyText1"/>
    <w:uiPriority w:val="39"/>
    <w:pPr>
      <w:keepNext/>
    </w:pPr>
    <w:rPr>
      <w:b/>
      <w:bCs/>
    </w:rPr>
  </w:style>
  <w:style w:type="paragraph" w:customStyle="1" w:styleId="App3Heading">
    <w:name w:val="App 3 Heading"/>
    <w:basedOn w:val="App3Number"/>
    <w:next w:val="BodyText1"/>
    <w:uiPriority w:val="39"/>
    <w:pPr>
      <w:keepNext/>
    </w:pPr>
    <w:rPr>
      <w:b/>
      <w:bCs/>
    </w:rPr>
  </w:style>
  <w:style w:type="numbering" w:customStyle="1" w:styleId="Appendices">
    <w:name w:val="Appendices"/>
    <w:uiPriority w:val="99"/>
    <w:pPr>
      <w:numPr>
        <w:numId w:val="7"/>
      </w:numPr>
    </w:pPr>
  </w:style>
  <w:style w:type="paragraph" w:styleId="TOC9">
    <w:name w:val="toc 9"/>
    <w:basedOn w:val="Normal"/>
    <w:next w:val="Normal"/>
    <w:autoRedefine/>
    <w:uiPriority w:val="39"/>
    <w:unhideWhenUsed/>
    <w:pPr>
      <w:ind w:left="1400"/>
    </w:pPr>
    <w:rPr>
      <w:rFonts w:cstheme="minorHAnsi"/>
    </w:rPr>
  </w:style>
  <w:style w:type="character" w:customStyle="1" w:styleId="Heading2Char">
    <w:name w:val="Heading 2 Char"/>
    <w:basedOn w:val="DefaultParagraphFont"/>
    <w:link w:val="Heading2"/>
    <w:rsid w:val="00EC5CFE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05594"/>
    <w:rPr>
      <w:rFonts w:ascii="Arial" w:eastAsia="Times New Roman" w:hAnsi="Arial" w:cs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C85031"/>
    <w:rPr>
      <w:rFonts w:ascii="Arial" w:eastAsia="Times New Roman" w:hAnsi="Arial" w:cs="Times New Roman"/>
      <w:sz w:val="22"/>
    </w:rPr>
  </w:style>
  <w:style w:type="character" w:customStyle="1" w:styleId="Heading5Char">
    <w:name w:val="Heading 5 Char"/>
    <w:basedOn w:val="DefaultParagraphFont"/>
    <w:link w:val="Heading5"/>
    <w:rsid w:val="0060346F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rsid w:val="0060346F"/>
    <w:rPr>
      <w:rFonts w:ascii="Arial" w:eastAsia="Times New Roman" w:hAnsi="Arial" w:cs="Times New Roman"/>
    </w:rPr>
  </w:style>
  <w:style w:type="character" w:customStyle="1" w:styleId="Heading7Char">
    <w:name w:val="Heading 7 Char"/>
    <w:basedOn w:val="DefaultParagraphFont"/>
    <w:link w:val="Heading7"/>
    <w:rsid w:val="0060346F"/>
    <w:rPr>
      <w:rFonts w:ascii="Arial" w:eastAsia="Times New Roman" w:hAnsi="Arial" w:cs="Times New Roman"/>
    </w:rPr>
  </w:style>
  <w:style w:type="character" w:customStyle="1" w:styleId="Heading8Char">
    <w:name w:val="Heading 8 Char"/>
    <w:basedOn w:val="DefaultParagraphFont"/>
    <w:link w:val="Heading8"/>
    <w:rsid w:val="0060346F"/>
    <w:rPr>
      <w:rFonts w:ascii="Arial" w:eastAsia="Times New Roman" w:hAnsi="Arial" w:cs="Times New Roman"/>
    </w:rPr>
  </w:style>
  <w:style w:type="character" w:customStyle="1" w:styleId="Heading9Char">
    <w:name w:val="Heading 9 Char"/>
    <w:basedOn w:val="DefaultParagraphFont"/>
    <w:link w:val="Heading9"/>
    <w:rsid w:val="0060346F"/>
    <w:rPr>
      <w:rFonts w:ascii="Arial" w:eastAsia="Times New Roman" w:hAnsi="Arial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05594"/>
    <w:pPr>
      <w:ind w:left="720"/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474AD9"/>
    <w:pPr>
      <w:ind w:left="400"/>
    </w:pPr>
    <w:rPr>
      <w:rFonts w:cstheme="minorHAnsi"/>
    </w:rPr>
  </w:style>
  <w:style w:type="paragraph" w:customStyle="1" w:styleId="Indent1">
    <w:name w:val="Indent 1"/>
    <w:basedOn w:val="Normal"/>
    <w:rsid w:val="00AA1010"/>
    <w:pPr>
      <w:spacing w:after="240"/>
      <w:ind w:left="720" w:hanging="720"/>
    </w:pPr>
    <w:rPr>
      <w:rFonts w:ascii="Arial" w:eastAsia="SimSun" w:hAnsi="Arial" w:cs="Arial"/>
      <w:color w:val="000000"/>
      <w:sz w:val="22"/>
      <w:szCs w:val="22"/>
      <w:lang w:val="en-SG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9D2735"/>
    <w:pPr>
      <w:ind w:left="60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9D2735"/>
    <w:pPr>
      <w:ind w:left="8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9D2735"/>
    <w:pPr>
      <w:ind w:left="100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9D2735"/>
    <w:pPr>
      <w:ind w:left="1200"/>
    </w:pPr>
    <w:rPr>
      <w:rFonts w:cs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031"/>
    <w:pPr>
      <w:spacing w:after="200"/>
    </w:pPr>
    <w:rPr>
      <w:rFonts w:ascii="Calibri" w:eastAsia="SimSun" w:hAnsi="Calibri" w:cs="Times New Roman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031"/>
    <w:rPr>
      <w:rFonts w:ascii="Calibri" w:eastAsia="SimSun" w:hAnsi="Calibri" w:cs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C8503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FA5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561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6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5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615"/>
    <w:rPr>
      <w:b/>
      <w:bCs/>
    </w:rPr>
  </w:style>
  <w:style w:type="paragraph" w:styleId="NoSpacing">
    <w:name w:val="No Spacing"/>
    <w:uiPriority w:val="1"/>
    <w:qFormat/>
    <w:rsid w:val="00DA5157"/>
    <w:pPr>
      <w:spacing w:after="0" w:line="240" w:lineRule="auto"/>
    </w:pPr>
    <w:rPr>
      <w:rFonts w:ascii="Times New Roman" w:eastAsia="PMingLiU" w:hAnsi="Times New Roman" w:cs="Times New Roman"/>
      <w:sz w:val="22"/>
      <w:szCs w:val="22"/>
      <w:lang w:val="en-US"/>
    </w:rPr>
  </w:style>
  <w:style w:type="table" w:customStyle="1" w:styleId="PrecedentNotes1">
    <w:name w:val="Precedent Notes1"/>
    <w:basedOn w:val="TableNormal"/>
    <w:uiPriority w:val="99"/>
    <w:rsid w:val="008B787B"/>
    <w:pPr>
      <w:spacing w:before="40" w:after="40" w:line="240" w:lineRule="auto"/>
    </w:pPr>
    <w:rPr>
      <w:color w:val="6C6F70" w:themeColor="text2"/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paragraph" w:styleId="BodyTextIndent">
    <w:name w:val="Body Text Indent"/>
    <w:basedOn w:val="Normal"/>
    <w:link w:val="BodyTextIndentChar"/>
    <w:uiPriority w:val="99"/>
    <w:semiHidden/>
    <w:rsid w:val="00340C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0CCF"/>
  </w:style>
  <w:style w:type="paragraph" w:styleId="BodyTextIndent2">
    <w:name w:val="Body Text Indent 2"/>
    <w:basedOn w:val="Normal"/>
    <w:link w:val="BodyTextIndent2Char"/>
    <w:uiPriority w:val="99"/>
    <w:semiHidden/>
    <w:rsid w:val="00340CC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40CCF"/>
  </w:style>
  <w:style w:type="character" w:customStyle="1" w:styleId="CrossReference">
    <w:name w:val="Cross Reference"/>
    <w:rsid w:val="00960979"/>
    <w:rPr>
      <w:rFonts w:ascii="Arial" w:hAnsi="Arial"/>
      <w:b/>
      <w:color w:val="auto"/>
      <w:sz w:val="24"/>
      <w:u w:val="none"/>
    </w:rPr>
  </w:style>
  <w:style w:type="paragraph" w:customStyle="1" w:styleId="Body1">
    <w:name w:val="Body 1"/>
    <w:basedOn w:val="Normal"/>
    <w:rsid w:val="00C96072"/>
    <w:pPr>
      <w:tabs>
        <w:tab w:val="left" w:pos="851"/>
      </w:tabs>
      <w:spacing w:after="240" w:line="312" w:lineRule="auto"/>
      <w:ind w:left="851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7412DB"/>
  </w:style>
  <w:style w:type="paragraph" w:customStyle="1" w:styleId="Default">
    <w:name w:val="Default"/>
    <w:rsid w:val="00EC45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zh-CN"/>
    </w:rPr>
  </w:style>
  <w:style w:type="paragraph" w:styleId="Title">
    <w:name w:val="Title"/>
    <w:basedOn w:val="Normal"/>
    <w:link w:val="TitleChar"/>
    <w:qFormat/>
    <w:rsid w:val="00EC45EE"/>
    <w:pPr>
      <w:spacing w:line="240" w:lineRule="auto"/>
      <w:jc w:val="center"/>
    </w:pPr>
    <w:rPr>
      <w:rFonts w:ascii="Arial" w:eastAsia="Times New Roman" w:hAnsi="Arial" w:cs="Arial"/>
      <w:b/>
      <w:bCs/>
      <w:color w:val="000000"/>
      <w:szCs w:val="18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EC45EE"/>
    <w:rPr>
      <w:rFonts w:ascii="Arial" w:eastAsia="Times New Roman" w:hAnsi="Arial" w:cs="Arial"/>
      <w:b/>
      <w:bCs/>
      <w:color w:val="000000"/>
      <w:szCs w:val="18"/>
      <w:u w:val="single"/>
      <w:lang w:val="en-US"/>
    </w:rPr>
  </w:style>
  <w:style w:type="paragraph" w:styleId="Subtitle">
    <w:name w:val="Subtitle"/>
    <w:basedOn w:val="Normal"/>
    <w:link w:val="SubtitleChar"/>
    <w:uiPriority w:val="11"/>
    <w:qFormat/>
    <w:rsid w:val="00AC34B4"/>
    <w:pPr>
      <w:spacing w:line="240" w:lineRule="auto"/>
    </w:pPr>
    <w:rPr>
      <w:rFonts w:ascii="Times New Roman" w:eastAsia="Times New Roman" w:hAnsi="Times New Roman" w:cs="Times New Roman"/>
      <w:b/>
      <w:bCs/>
      <w:sz w:val="2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C34B4"/>
    <w:rPr>
      <w:rFonts w:ascii="Times New Roman" w:eastAsia="Times New Roman" w:hAnsi="Times New Roman" w:cs="Times New Roman"/>
      <w:b/>
      <w:bCs/>
      <w:sz w:val="26"/>
      <w:lang w:val="en-US"/>
    </w:rPr>
  </w:style>
  <w:style w:type="paragraph" w:styleId="Revision">
    <w:name w:val="Revision"/>
    <w:hidden/>
    <w:uiPriority w:val="99"/>
    <w:semiHidden/>
    <w:rsid w:val="00950C46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1E3D83"/>
  </w:style>
  <w:style w:type="table" w:customStyle="1" w:styleId="TableGrid1">
    <w:name w:val="Table Grid1"/>
    <w:basedOn w:val="TableNormal"/>
    <w:next w:val="TableGrid"/>
    <w:uiPriority w:val="59"/>
    <w:rsid w:val="001E3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recedentNotes2">
    <w:name w:val="Precedent Notes2"/>
    <w:basedOn w:val="TableNormal"/>
    <w:uiPriority w:val="99"/>
    <w:rsid w:val="001E3D83"/>
    <w:pPr>
      <w:spacing w:before="40" w:after="40" w:line="240" w:lineRule="auto"/>
    </w:pPr>
    <w:rPr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table" w:customStyle="1" w:styleId="PrecedentNotes11">
    <w:name w:val="Precedent Notes11"/>
    <w:basedOn w:val="TableNormal"/>
    <w:uiPriority w:val="99"/>
    <w:rsid w:val="001E3D83"/>
    <w:pPr>
      <w:spacing w:before="40" w:after="40" w:line="240" w:lineRule="auto"/>
    </w:pPr>
    <w:rPr>
      <w:color w:val="6C6F70" w:themeColor="text2"/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character" w:styleId="Strong">
    <w:name w:val="Strong"/>
    <w:basedOn w:val="DefaultParagraphFont"/>
    <w:uiPriority w:val="22"/>
    <w:qFormat/>
    <w:rsid w:val="00C05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p2\Desktop\House%20Style\Agreement+.dotx" TargetMode="External"/></Relationships>
</file>

<file path=word/theme/theme1.xml><?xml version="1.0" encoding="utf-8"?>
<a:theme xmlns:a="http://schemas.openxmlformats.org/drawingml/2006/main" name="Dentons">
  <a:themeElements>
    <a:clrScheme name="Dentons">
      <a:dk1>
        <a:sysClr val="windowText" lastClr="000000"/>
      </a:dk1>
      <a:lt1>
        <a:sysClr val="window" lastClr="FFFFFF"/>
      </a:lt1>
      <a:dk2>
        <a:srgbClr val="6C6F70"/>
      </a:dk2>
      <a:lt2>
        <a:srgbClr val="CECFCB"/>
      </a:lt2>
      <a:accent1>
        <a:srgbClr val="6E2D91"/>
      </a:accent1>
      <a:accent2>
        <a:srgbClr val="00A9E0"/>
      </a:accent2>
      <a:accent3>
        <a:srgbClr val="EEAF30"/>
      </a:accent3>
      <a:accent4>
        <a:srgbClr val="D52B1E"/>
      </a:accent4>
      <a:accent5>
        <a:srgbClr val="00A599"/>
      </a:accent5>
      <a:accent6>
        <a:srgbClr val="34B233"/>
      </a:accent6>
      <a:hlink>
        <a:srgbClr val="6E2D91"/>
      </a:hlink>
      <a:folHlink>
        <a:srgbClr val="52216C"/>
      </a:folHlink>
    </a:clrScheme>
    <a:fontScheme name="Denton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DE3A-79A5-4097-87D6-D3B52DC9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C:\Users\rp2\Desktop\House Style\Agreement+.dotx</Template>
  <TotalTime>8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Dentons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SSP</dc:creator>
  <cp:lastModifiedBy>Shalini VEIJAYARATNAM</cp:lastModifiedBy>
  <cp:revision>11</cp:revision>
  <dcterms:created xsi:type="dcterms:W3CDTF">2024-09-12T08:17:00Z</dcterms:created>
  <dcterms:modified xsi:type="dcterms:W3CDTF">2024-10-01T03:10:00Z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1216602f,6927d486,48bbc1d0,7fe43330,7ad97a98,263b2386,637d2366,2631be19,5d25364c,65409c6a,13ce12ba,27d001f0</vt:lpwstr>
  </property>
  <property fmtid="{D5CDD505-2E9C-101B-9397-08002B2CF9AE}" pid="3" name="ClassificationContentMarkingHeaderFontProps">
    <vt:lpwstr>#000000,11,Calibri</vt:lpwstr>
  </property>
  <property fmtid="{D5CDD505-2E9C-101B-9397-08002B2CF9AE}" pid="4" name="ClassificationContentMarkingHeaderText">
    <vt:lpwstr>OFFICIAL (CLOSED) / NON-SENSITIVE</vt:lpwstr>
  </property>
  <property fmtid="{D5CDD505-2E9C-101B-9397-08002B2CF9AE}" pid="5" name="ClassificationContentMarkingFooterShapeIds">
    <vt:lpwstr>775c633c,6770ca6c,5926f830,1b25d3e3,7d8457ff,6b7c5ca8,7afe1ffc,60353abe,16b81618,39f50c48,163aa453,dfacad</vt:lpwstr>
  </property>
  <property fmtid="{D5CDD505-2E9C-101B-9397-08002B2CF9AE}" pid="6" name="ClassificationContentMarkingFooterFontProps">
    <vt:lpwstr>#000000,11,Calibri</vt:lpwstr>
  </property>
  <property fmtid="{D5CDD505-2E9C-101B-9397-08002B2CF9AE}" pid="7" name="ClassificationContentMarkingFooterText">
    <vt:lpwstr>OFFICIAL (CLOSED) / NON-SENSITIVE</vt:lpwstr>
  </property>
  <property fmtid="{D5CDD505-2E9C-101B-9397-08002B2CF9AE}" pid="8" name="MSIP_Label_4ed19e5e-7bf2-4337-923a-f7f702f56141_Enabled">
    <vt:lpwstr>true</vt:lpwstr>
  </property>
  <property fmtid="{D5CDD505-2E9C-101B-9397-08002B2CF9AE}" pid="9" name="MSIP_Label_4ed19e5e-7bf2-4337-923a-f7f702f56141_SetDate">
    <vt:lpwstr>2024-09-12T05:59:08Z</vt:lpwstr>
  </property>
  <property fmtid="{D5CDD505-2E9C-101B-9397-08002B2CF9AE}" pid="10" name="MSIP_Label_4ed19e5e-7bf2-4337-923a-f7f702f56141_Method">
    <vt:lpwstr>Privileged</vt:lpwstr>
  </property>
  <property fmtid="{D5CDD505-2E9C-101B-9397-08002B2CF9AE}" pid="11" name="MSIP_Label_4ed19e5e-7bf2-4337-923a-f7f702f56141_Name">
    <vt:lpwstr>Official (Closed) - Non-Sensitive</vt:lpwstr>
  </property>
  <property fmtid="{D5CDD505-2E9C-101B-9397-08002B2CF9AE}" pid="12" name="MSIP_Label_4ed19e5e-7bf2-4337-923a-f7f702f56141_SiteId">
    <vt:lpwstr>b19eb717-104f-45a1-9f08-36aacb739dcf</vt:lpwstr>
  </property>
  <property fmtid="{D5CDD505-2E9C-101B-9397-08002B2CF9AE}" pid="13" name="MSIP_Label_4ed19e5e-7bf2-4337-923a-f7f702f56141_ActionId">
    <vt:lpwstr>ab6db410-65dd-4745-8f0d-9e2c0c2d2d6e</vt:lpwstr>
  </property>
  <property fmtid="{D5CDD505-2E9C-101B-9397-08002B2CF9AE}" pid="14" name="MSIP_Label_4ed19e5e-7bf2-4337-923a-f7f702f56141_ContentBits">
    <vt:lpwstr>3</vt:lpwstr>
  </property>
</Properties>
</file>